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090"/>
        <w:gridCol w:w="3828"/>
        <w:gridCol w:w="2055"/>
        <w:gridCol w:w="2055"/>
        <w:gridCol w:w="1560"/>
        <w:gridCol w:w="2438"/>
      </w:tblGrid>
      <w:tr w:rsidR="006C1BBB" w:rsidRPr="00307A0C" w14:paraId="7552E19B" w14:textId="77777777" w:rsidTr="00070900">
        <w:trPr>
          <w:trHeight w:val="453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670F3A6A" w14:textId="77777777" w:rsidR="006C1BBB" w:rsidRPr="00307A0C" w:rsidRDefault="00307A0C" w:rsidP="006C1BBB">
            <w:pPr>
              <w:keepNext/>
              <w:outlineLvl w:val="0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00</w:t>
            </w:r>
            <w:r w:rsidR="00070900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5883" w:type="dxa"/>
            <w:gridSpan w:val="2"/>
            <w:shd w:val="clear" w:color="auto" w:fill="B2A1C7" w:themeFill="accent4" w:themeFillTint="99"/>
            <w:vAlign w:val="center"/>
          </w:tcPr>
          <w:p w14:paraId="4E40E460" w14:textId="77777777" w:rsidR="006C1BBB" w:rsidRPr="00307A0C" w:rsidRDefault="006C1BBB" w:rsidP="00070900">
            <w:pPr>
              <w:jc w:val="center"/>
              <w:rPr>
                <w:b/>
                <w:bCs/>
              </w:rPr>
            </w:pPr>
          </w:p>
        </w:tc>
        <w:tc>
          <w:tcPr>
            <w:tcW w:w="6053" w:type="dxa"/>
            <w:gridSpan w:val="3"/>
            <w:shd w:val="clear" w:color="auto" w:fill="FFFFFF" w:themeFill="background1"/>
            <w:vAlign w:val="center"/>
          </w:tcPr>
          <w:p w14:paraId="2A8617FC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Frequency and Job Specific Information:</w:t>
            </w:r>
            <w:r w:rsidR="00E9528A">
              <w:rPr>
                <w:rFonts w:asciiTheme="minorHAnsi" w:hAnsiTheme="minorHAnsi" w:cstheme="minorHAnsi"/>
              </w:rPr>
              <w:t xml:space="preserve"> Please Refer to Project/</w:t>
            </w:r>
            <w:r w:rsidRPr="00307A0C">
              <w:rPr>
                <w:rFonts w:asciiTheme="minorHAnsi" w:hAnsiTheme="minorHAnsi" w:cstheme="minorHAnsi"/>
              </w:rPr>
              <w:t xml:space="preserve"> Method Statement</w:t>
            </w:r>
          </w:p>
        </w:tc>
      </w:tr>
      <w:tr w:rsidR="006C1BBB" w:rsidRPr="00307A0C" w14:paraId="4D85444D" w14:textId="77777777" w:rsidTr="00070900">
        <w:trPr>
          <w:trHeight w:val="453"/>
        </w:trPr>
        <w:tc>
          <w:tcPr>
            <w:tcW w:w="3090" w:type="dxa"/>
            <w:vMerge w:val="restart"/>
            <w:shd w:val="clear" w:color="auto" w:fill="B2A1C7" w:themeFill="accent4" w:themeFillTint="99"/>
            <w:vAlign w:val="center"/>
          </w:tcPr>
          <w:p w14:paraId="07A5E6F5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Assessment prepared by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0299EAFF" w14:textId="77777777" w:rsidR="006C1BBB" w:rsidRPr="00307A0C" w:rsidRDefault="006C1BBB" w:rsidP="007770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 w:val="restart"/>
            <w:shd w:val="clear" w:color="auto" w:fill="B2A1C7" w:themeFill="accent4" w:themeFillTint="99"/>
            <w:vAlign w:val="center"/>
          </w:tcPr>
          <w:p w14:paraId="65D8EFA2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Na</w:t>
            </w:r>
            <w:r w:rsidR="00E9528A">
              <w:rPr>
                <w:rFonts w:asciiTheme="minorHAnsi" w:hAnsiTheme="minorHAnsi" w:cstheme="minorHAnsi"/>
                <w:b/>
              </w:rPr>
              <w:t xml:space="preserve">me of Person approving </w:t>
            </w:r>
            <w:r w:rsidRPr="00307A0C">
              <w:rPr>
                <w:rFonts w:asciiTheme="minorHAnsi" w:hAnsiTheme="minorHAnsi" w:cstheme="minorHAnsi"/>
                <w:b/>
              </w:rPr>
              <w:t>RA:</w:t>
            </w:r>
          </w:p>
        </w:tc>
        <w:tc>
          <w:tcPr>
            <w:tcW w:w="2055" w:type="dxa"/>
            <w:vMerge w:val="restart"/>
            <w:shd w:val="clear" w:color="auto" w:fill="FFFFFF" w:themeFill="background1"/>
            <w:vAlign w:val="center"/>
          </w:tcPr>
          <w:p w14:paraId="4E6E0021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6D07E081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 of last review: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623CB1FE" w14:textId="6A925BE6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0E6CF225" w14:textId="77777777" w:rsidTr="00070900">
        <w:trPr>
          <w:trHeight w:val="337"/>
        </w:trPr>
        <w:tc>
          <w:tcPr>
            <w:tcW w:w="3090" w:type="dxa"/>
            <w:vMerge/>
            <w:shd w:val="clear" w:color="auto" w:fill="B2A1C7" w:themeFill="accent4" w:themeFillTint="99"/>
            <w:vAlign w:val="center"/>
          </w:tcPr>
          <w:p w14:paraId="0C9A0E73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D290867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B2A1C7" w:themeFill="accent4" w:themeFillTint="99"/>
            <w:vAlign w:val="center"/>
          </w:tcPr>
          <w:p w14:paraId="7A341ADA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5" w:type="dxa"/>
            <w:vMerge/>
            <w:shd w:val="clear" w:color="auto" w:fill="FFFFFF" w:themeFill="background1"/>
            <w:vAlign w:val="center"/>
          </w:tcPr>
          <w:p w14:paraId="3BF70951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0F2D4677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Next review due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56F4F522" w14:textId="0BDC638B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</w:tr>
      <w:tr w:rsidR="006C1BBB" w:rsidRPr="00307A0C" w14:paraId="018D2C6C" w14:textId="77777777" w:rsidTr="00070900">
        <w:trPr>
          <w:trHeight w:val="408"/>
        </w:trPr>
        <w:tc>
          <w:tcPr>
            <w:tcW w:w="3090" w:type="dxa"/>
            <w:shd w:val="clear" w:color="auto" w:fill="B2A1C7" w:themeFill="accent4" w:themeFillTint="99"/>
            <w:vAlign w:val="center"/>
          </w:tcPr>
          <w:p w14:paraId="0492324A" w14:textId="77777777" w:rsidR="006C1BBB" w:rsidRPr="00307A0C" w:rsidRDefault="00307A0C" w:rsidP="006C1BB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Limits of use without need for p</w:t>
            </w:r>
            <w:r w:rsidR="006C1BBB" w:rsidRPr="00307A0C">
              <w:rPr>
                <w:rFonts w:asciiTheme="minorHAnsi" w:hAnsiTheme="minorHAnsi" w:cstheme="minorHAnsi"/>
                <w:b/>
              </w:rPr>
              <w:t>roject specific sign off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779FE0E0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B2A1C7" w:themeFill="accent4" w:themeFillTint="99"/>
            <w:vAlign w:val="center"/>
          </w:tcPr>
          <w:p w14:paraId="4B82E0B8" w14:textId="77777777" w:rsidR="006C1BBB" w:rsidRPr="00307A0C" w:rsidRDefault="006C1BBB" w:rsidP="006C1BBB">
            <w:pPr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Circulation List</w:t>
            </w:r>
          </w:p>
        </w:tc>
        <w:tc>
          <w:tcPr>
            <w:tcW w:w="2438" w:type="dxa"/>
            <w:shd w:val="clear" w:color="auto" w:fill="FFFFFF" w:themeFill="background1"/>
            <w:vAlign w:val="center"/>
          </w:tcPr>
          <w:p w14:paraId="76F3C9AF" w14:textId="77777777" w:rsidR="006C1BBB" w:rsidRPr="00307A0C" w:rsidRDefault="006C1BBB" w:rsidP="006C1BBB">
            <w:pPr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</w:rPr>
              <w:t>All site staff and Project Managers</w:t>
            </w:r>
          </w:p>
        </w:tc>
      </w:tr>
    </w:tbl>
    <w:p w14:paraId="1FEDE9CD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p w14:paraId="052F2AA7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  <w:r w:rsidRPr="00307A0C">
        <w:rPr>
          <w:rFonts w:asciiTheme="minorHAnsi" w:hAnsiTheme="minorHAnsi" w:cstheme="minorHAnsi"/>
          <w:b/>
        </w:rPr>
        <w:t>Project specific details &amp; Sign-off by Project Manager (only completed where the standard controls no longer apply)</w:t>
      </w:r>
    </w:p>
    <w:p w14:paraId="7D840B17" w14:textId="77777777" w:rsidR="006C1BBB" w:rsidRPr="00307A0C" w:rsidRDefault="006C1BBB" w:rsidP="006C1BBB">
      <w:pPr>
        <w:rPr>
          <w:rFonts w:asciiTheme="minorHAnsi" w:hAnsiTheme="minorHAnsi" w:cstheme="minorHAnsi"/>
          <w:b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957"/>
        <w:gridCol w:w="780"/>
        <w:gridCol w:w="3189"/>
        <w:gridCol w:w="4352"/>
        <w:gridCol w:w="2523"/>
        <w:gridCol w:w="851"/>
        <w:gridCol w:w="1304"/>
      </w:tblGrid>
      <w:tr w:rsidR="00307A0C" w:rsidRPr="00307A0C" w14:paraId="093583F1" w14:textId="77777777" w:rsidTr="00070900">
        <w:trPr>
          <w:trHeight w:val="408"/>
        </w:trPr>
        <w:tc>
          <w:tcPr>
            <w:tcW w:w="1070" w:type="dxa"/>
            <w:shd w:val="clear" w:color="auto" w:fill="B2A1C7" w:themeFill="accent4" w:themeFillTint="99"/>
            <w:vAlign w:val="center"/>
          </w:tcPr>
          <w:p w14:paraId="4DAA5F50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Job Number</w:t>
            </w:r>
            <w:r w:rsidRPr="00307A0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957" w:type="dxa"/>
            <w:shd w:val="clear" w:color="auto" w:fill="FFFFFF" w:themeFill="background1"/>
            <w:vAlign w:val="center"/>
          </w:tcPr>
          <w:p w14:paraId="1C175C27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  <w:shd w:val="clear" w:color="auto" w:fill="B2A1C7" w:themeFill="accent4" w:themeFillTint="99"/>
            <w:vAlign w:val="center"/>
          </w:tcPr>
          <w:p w14:paraId="473700B6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Site: </w:t>
            </w:r>
          </w:p>
        </w:tc>
        <w:tc>
          <w:tcPr>
            <w:tcW w:w="3189" w:type="dxa"/>
            <w:shd w:val="clear" w:color="auto" w:fill="FFFFFF" w:themeFill="background1"/>
            <w:vAlign w:val="center"/>
          </w:tcPr>
          <w:p w14:paraId="242316F8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52" w:type="dxa"/>
            <w:shd w:val="clear" w:color="auto" w:fill="B2A1C7" w:themeFill="accent4" w:themeFillTint="99"/>
            <w:vAlign w:val="center"/>
          </w:tcPr>
          <w:p w14:paraId="7134DB3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Project Manager Approving Amended Risk Assessment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13C9E25C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14:paraId="42FDAB21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Date:</w:t>
            </w:r>
          </w:p>
        </w:tc>
        <w:tc>
          <w:tcPr>
            <w:tcW w:w="1304" w:type="dxa"/>
            <w:shd w:val="clear" w:color="auto" w:fill="FFFFFF" w:themeFill="background1"/>
            <w:vAlign w:val="center"/>
          </w:tcPr>
          <w:p w14:paraId="189AE450" w14:textId="77777777" w:rsidR="00307A0C" w:rsidRPr="00307A0C" w:rsidRDefault="00307A0C" w:rsidP="006C1BBB">
            <w:pPr>
              <w:tabs>
                <w:tab w:val="center" w:pos="4153"/>
                <w:tab w:val="right" w:pos="8306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651374D6" w14:textId="77777777" w:rsidR="00F82DC1" w:rsidRPr="00307A0C" w:rsidRDefault="00F82DC1">
      <w:pPr>
        <w:pStyle w:val="CommentText"/>
        <w:rPr>
          <w:rFonts w:asciiTheme="minorHAnsi" w:hAnsiTheme="minorHAnsi" w:cstheme="minorHAnsi"/>
          <w:b/>
        </w:rPr>
      </w:pPr>
    </w:p>
    <w:p w14:paraId="3676301A" w14:textId="77777777" w:rsidR="001D53AA" w:rsidRDefault="001D53AA" w:rsidP="00BF02FC">
      <w:pPr>
        <w:rPr>
          <w:rFonts w:ascii="Verdana" w:hAnsi="Verdana" w:cs="Arial"/>
          <w:b/>
          <w:bCs/>
        </w:rPr>
      </w:pPr>
    </w:p>
    <w:tbl>
      <w:tblPr>
        <w:tblW w:w="15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97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552"/>
      </w:tblGrid>
      <w:tr w:rsidR="001F4612" w:rsidRPr="00307A0C" w14:paraId="542876E1" w14:textId="77777777" w:rsidTr="00A873B4">
        <w:trPr>
          <w:cantSplit/>
          <w:trHeight w:val="716"/>
          <w:jc w:val="center"/>
        </w:trPr>
        <w:tc>
          <w:tcPr>
            <w:tcW w:w="1997" w:type="dxa"/>
            <w:vMerge w:val="restart"/>
            <w:shd w:val="clear" w:color="auto" w:fill="B2A1C7" w:themeFill="accent4" w:themeFillTint="99"/>
          </w:tcPr>
          <w:p w14:paraId="6F2020AC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3E924E69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0DD6E997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8CBF85C" w14:textId="77777777" w:rsidR="00277E03" w:rsidRPr="00277E03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&amp;</w:t>
            </w:r>
          </w:p>
          <w:p w14:paraId="1403A53C" w14:textId="77777777" w:rsidR="001F4612" w:rsidRPr="00307A0C" w:rsidRDefault="00277E03" w:rsidP="00277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77E03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6AE6B108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2F226FA0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5721205F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2CE3AEC9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35B5196E" w14:textId="77777777" w:rsidR="001F4612" w:rsidRPr="00307A0C" w:rsidRDefault="001F4612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7F9D649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1F4612" w:rsidRPr="00307A0C" w14:paraId="6DA3A5C0" w14:textId="77777777" w:rsidTr="00A873B4">
        <w:trPr>
          <w:cantSplit/>
          <w:trHeight w:val="99"/>
          <w:jc w:val="center"/>
        </w:trPr>
        <w:tc>
          <w:tcPr>
            <w:tcW w:w="1997" w:type="dxa"/>
            <w:vMerge/>
            <w:shd w:val="clear" w:color="auto" w:fill="B2A1C7" w:themeFill="accent4" w:themeFillTint="99"/>
          </w:tcPr>
          <w:p w14:paraId="2F656BFB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60EC58A5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66119153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4B00FFC2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06090D1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13A06584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0B63264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75C0A29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7A2AE968" w14:textId="77777777" w:rsidR="001F4612" w:rsidRPr="00307A0C" w:rsidRDefault="001F4612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5B4929C0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20D3850A" w14:textId="77777777" w:rsidR="001F4612" w:rsidRPr="00307A0C" w:rsidRDefault="001F4612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678B9EE4" w14:textId="77777777" w:rsidTr="00A873B4">
        <w:trPr>
          <w:cantSplit/>
          <w:jc w:val="center"/>
        </w:trPr>
        <w:tc>
          <w:tcPr>
            <w:tcW w:w="1997" w:type="dxa"/>
          </w:tcPr>
          <w:p w14:paraId="3A1A9DC7" w14:textId="77777777" w:rsidR="00632DD1" w:rsidRPr="00763CE1" w:rsidRDefault="00632DD1" w:rsidP="00763CE1">
            <w:pPr>
              <w:rPr>
                <w:lang w:eastAsia="en-GB"/>
              </w:rPr>
            </w:pPr>
          </w:p>
        </w:tc>
        <w:tc>
          <w:tcPr>
            <w:tcW w:w="1991" w:type="dxa"/>
          </w:tcPr>
          <w:p w14:paraId="2A23ABD8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35843B10" w14:textId="77777777" w:rsidR="00632DD1" w:rsidRPr="00C250B0" w:rsidRDefault="00632DD1" w:rsidP="00632DD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2CDA9421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58717C1F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14B38BB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47033515" w14:textId="77777777" w:rsidR="00632DD1" w:rsidRPr="00690F8D" w:rsidRDefault="00632DD1" w:rsidP="004826B4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61184569" w14:textId="77777777" w:rsidR="00632DD1" w:rsidRPr="0031444B" w:rsidRDefault="00632DD1" w:rsidP="00632DD1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B2BC4BA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59270FE0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4A98EB67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DD1" w:rsidRPr="00C458C3" w14:paraId="209226C0" w14:textId="77777777" w:rsidTr="00A873B4">
        <w:trPr>
          <w:cantSplit/>
          <w:jc w:val="center"/>
        </w:trPr>
        <w:tc>
          <w:tcPr>
            <w:tcW w:w="1997" w:type="dxa"/>
          </w:tcPr>
          <w:p w14:paraId="725B6DD0" w14:textId="77777777" w:rsidR="00632DD1" w:rsidRPr="00277E03" w:rsidRDefault="00632DD1" w:rsidP="00632DD1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3890AE5D" w14:textId="77777777" w:rsidR="00632DD1" w:rsidRPr="00C458C3" w:rsidRDefault="00632DD1" w:rsidP="00632DD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17DEB8C" w14:textId="77777777" w:rsidR="00632DD1" w:rsidRPr="00C458C3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76C2117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0E2486C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2A544376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7DACC94D" w14:textId="77777777" w:rsidR="00632DD1" w:rsidRPr="0031444B" w:rsidRDefault="00632DD1" w:rsidP="00632DD1">
            <w:pPr>
              <w:pStyle w:val="Header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68B37B18" w14:textId="77777777" w:rsidR="00632DD1" w:rsidRPr="00690F8D" w:rsidRDefault="00632DD1" w:rsidP="004826B4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488625C1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5D633561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4203A307" w14:textId="77777777" w:rsidR="00632DD1" w:rsidRPr="00307A0C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1E55A1C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552"/>
      </w:tblGrid>
      <w:tr w:rsidR="00C458C3" w:rsidRPr="00307A0C" w14:paraId="4B47ECB0" w14:textId="77777777" w:rsidTr="00A873B4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76BEAD2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0C0587DD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4B39E2E8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06C2ABE9" w14:textId="77777777" w:rsidR="00FB19A6" w:rsidRPr="00FB19A6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7549C403" w14:textId="77777777" w:rsidR="00C458C3" w:rsidRPr="00307A0C" w:rsidRDefault="00FB19A6" w:rsidP="00FB19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29F1940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33C8FB4E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405DB79A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665967BC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0EED7A81" w14:textId="77777777" w:rsidR="00C458C3" w:rsidRPr="00307A0C" w:rsidRDefault="00C458C3" w:rsidP="00D86014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47816D39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C458C3" w:rsidRPr="00307A0C" w14:paraId="38877732" w14:textId="77777777" w:rsidTr="00A873B4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214FF2A2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131BEA6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30FC11B7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514057F8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2C7BB1A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205BA82B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774F3230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344560F6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64A58B37" w14:textId="77777777" w:rsidR="00C458C3" w:rsidRPr="00307A0C" w:rsidRDefault="00C458C3" w:rsidP="00D860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3DDAB29E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0A0337FC" w14:textId="77777777" w:rsidR="00C458C3" w:rsidRPr="00307A0C" w:rsidRDefault="00C458C3" w:rsidP="00D8601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C458C3" w14:paraId="04FAB2A9" w14:textId="77777777" w:rsidTr="00A873B4">
        <w:trPr>
          <w:cantSplit/>
          <w:jc w:val="center"/>
        </w:trPr>
        <w:tc>
          <w:tcPr>
            <w:tcW w:w="1982" w:type="dxa"/>
          </w:tcPr>
          <w:p w14:paraId="3FF478EE" w14:textId="77777777" w:rsidR="00632DD1" w:rsidRPr="00C458C3" w:rsidRDefault="00632DD1" w:rsidP="00632DD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20D00C0B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686AC3B5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62E2DC0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3420F51B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6F67D57D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7D75FD97" w14:textId="77777777" w:rsidR="00632DD1" w:rsidRPr="00690F8D" w:rsidRDefault="00632DD1" w:rsidP="004826B4">
            <w:pPr>
              <w:pStyle w:val="Header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328E7A53" w14:textId="77777777" w:rsidR="00632DD1" w:rsidRPr="004826B4" w:rsidRDefault="00632DD1" w:rsidP="004826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1EF78E5B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A1D087C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66DB4533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DD1" w:rsidRPr="00C458C3" w14:paraId="71956CF1" w14:textId="77777777" w:rsidTr="00A873B4">
        <w:trPr>
          <w:cantSplit/>
          <w:jc w:val="center"/>
        </w:trPr>
        <w:tc>
          <w:tcPr>
            <w:tcW w:w="1982" w:type="dxa"/>
          </w:tcPr>
          <w:p w14:paraId="20A4BDE9" w14:textId="77777777" w:rsidR="00632DD1" w:rsidRPr="00FB19A6" w:rsidRDefault="00632DD1" w:rsidP="00632DD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6B16562E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2F507F0" w14:textId="77777777" w:rsidR="00632DD1" w:rsidRPr="00120B07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1D3E6B50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7EA7AFD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02115B12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6EDF692C" w14:textId="77777777" w:rsidR="00632DD1" w:rsidRDefault="00632DD1" w:rsidP="00632DD1">
            <w:pPr>
              <w:pStyle w:val="ListParagraph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7" w:type="dxa"/>
          </w:tcPr>
          <w:p w14:paraId="0BD2C090" w14:textId="77777777" w:rsidR="00632DD1" w:rsidRPr="00CA76EE" w:rsidRDefault="00632DD1" w:rsidP="004826B4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2F321D5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309D7CCF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24C9ECFD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DD1" w:rsidRPr="00C458C3" w14:paraId="604B3846" w14:textId="77777777" w:rsidTr="00A873B4">
        <w:trPr>
          <w:cantSplit/>
          <w:jc w:val="center"/>
        </w:trPr>
        <w:tc>
          <w:tcPr>
            <w:tcW w:w="1982" w:type="dxa"/>
          </w:tcPr>
          <w:p w14:paraId="0C813AE3" w14:textId="77777777" w:rsidR="00632DD1" w:rsidRPr="009A14C4" w:rsidRDefault="00632DD1" w:rsidP="00632DD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</w:tcPr>
          <w:p w14:paraId="54BCC824" w14:textId="77777777" w:rsidR="00632DD1" w:rsidRPr="00E4102E" w:rsidRDefault="00632DD1" w:rsidP="00632DD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956F753" w14:textId="77777777" w:rsidR="00632DD1" w:rsidRPr="00C250B0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485B1AB8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6A1CF070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7340F298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1DA79F5E" w14:textId="77777777" w:rsidR="00632DD1" w:rsidRPr="004826B4" w:rsidRDefault="00632DD1" w:rsidP="004826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42998D39" w14:textId="77777777" w:rsidR="00632DD1" w:rsidRPr="0028490D" w:rsidRDefault="00632DD1" w:rsidP="004826B4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17CBA6C4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7AC9659F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1B4C7C5A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0BABC62" w14:textId="77777777" w:rsidR="00745448" w:rsidRDefault="00745448" w:rsidP="00BF02FC">
      <w:pPr>
        <w:rPr>
          <w:rFonts w:ascii="Verdana" w:hAnsi="Verdana" w:cs="Arial"/>
          <w:b/>
          <w:bCs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2"/>
        <w:gridCol w:w="1991"/>
        <w:gridCol w:w="1558"/>
        <w:gridCol w:w="426"/>
        <w:gridCol w:w="425"/>
        <w:gridCol w:w="549"/>
        <w:gridCol w:w="3560"/>
        <w:gridCol w:w="3117"/>
        <w:gridCol w:w="425"/>
        <w:gridCol w:w="426"/>
        <w:gridCol w:w="552"/>
      </w:tblGrid>
      <w:tr w:rsidR="00745448" w:rsidRPr="00307A0C" w14:paraId="0CB82652" w14:textId="77777777" w:rsidTr="00A873B4">
        <w:trPr>
          <w:cantSplit/>
          <w:trHeight w:val="716"/>
          <w:jc w:val="center"/>
        </w:trPr>
        <w:tc>
          <w:tcPr>
            <w:tcW w:w="1982" w:type="dxa"/>
            <w:vMerge w:val="restart"/>
            <w:shd w:val="clear" w:color="auto" w:fill="B2A1C7" w:themeFill="accent4" w:themeFillTint="99"/>
          </w:tcPr>
          <w:p w14:paraId="56D9C51B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Activity</w:t>
            </w:r>
          </w:p>
        </w:tc>
        <w:tc>
          <w:tcPr>
            <w:tcW w:w="1991" w:type="dxa"/>
            <w:vMerge w:val="restart"/>
            <w:shd w:val="clear" w:color="auto" w:fill="B2A1C7" w:themeFill="accent4" w:themeFillTint="99"/>
          </w:tcPr>
          <w:p w14:paraId="7B6B7DEA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Hazard</w:t>
            </w:r>
          </w:p>
        </w:tc>
        <w:tc>
          <w:tcPr>
            <w:tcW w:w="1558" w:type="dxa"/>
            <w:vMerge w:val="restart"/>
            <w:shd w:val="clear" w:color="auto" w:fill="B2A1C7" w:themeFill="accent4" w:themeFillTint="99"/>
          </w:tcPr>
          <w:p w14:paraId="65CA636E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 xml:space="preserve">Main Risks </w:t>
            </w:r>
          </w:p>
          <w:p w14:paraId="205562AE" w14:textId="77777777" w:rsidR="00745448" w:rsidRPr="00FB19A6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&amp;</w:t>
            </w:r>
          </w:p>
          <w:p w14:paraId="06B7806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A6">
              <w:rPr>
                <w:rFonts w:asciiTheme="minorHAnsi" w:hAnsiTheme="minorHAnsi" w:cstheme="minorHAnsi"/>
                <w:b/>
              </w:rPr>
              <w:t>Affected Persons</w:t>
            </w:r>
          </w:p>
        </w:tc>
        <w:tc>
          <w:tcPr>
            <w:tcW w:w="1400" w:type="dxa"/>
            <w:gridSpan w:val="3"/>
            <w:shd w:val="clear" w:color="auto" w:fill="B2A1C7" w:themeFill="accent4" w:themeFillTint="99"/>
          </w:tcPr>
          <w:p w14:paraId="48C4FAE7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Rating</w:t>
            </w:r>
          </w:p>
        </w:tc>
        <w:tc>
          <w:tcPr>
            <w:tcW w:w="3560" w:type="dxa"/>
            <w:vMerge w:val="restart"/>
            <w:shd w:val="clear" w:color="auto" w:fill="B2A1C7" w:themeFill="accent4" w:themeFillTint="99"/>
          </w:tcPr>
          <w:p w14:paraId="47DA5ED0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Existing</w:t>
            </w:r>
          </w:p>
          <w:p w14:paraId="1F7424CF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</w:rPr>
            </w:pPr>
            <w:r w:rsidRPr="00307A0C">
              <w:rPr>
                <w:rFonts w:asciiTheme="minorHAnsi" w:hAnsiTheme="minorHAnsi" w:cstheme="minorHAnsi"/>
                <w:b/>
              </w:rPr>
              <w:t>Risk Controls</w:t>
            </w:r>
          </w:p>
        </w:tc>
        <w:tc>
          <w:tcPr>
            <w:tcW w:w="3117" w:type="dxa"/>
            <w:vMerge w:val="restart"/>
            <w:shd w:val="clear" w:color="auto" w:fill="B2A1C7" w:themeFill="accent4" w:themeFillTint="99"/>
          </w:tcPr>
          <w:p w14:paraId="45B4EB78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Additional</w:t>
            </w:r>
          </w:p>
          <w:p w14:paraId="48BA455E" w14:textId="77777777" w:rsidR="00745448" w:rsidRPr="00307A0C" w:rsidRDefault="00745448" w:rsidP="00DE1948">
            <w:pPr>
              <w:pStyle w:val="Heading4"/>
              <w:rPr>
                <w:rFonts w:asciiTheme="minorHAnsi" w:hAnsiTheme="minorHAnsi" w:cstheme="minorHAnsi"/>
                <w:sz w:val="20"/>
              </w:rPr>
            </w:pPr>
            <w:r w:rsidRPr="00307A0C">
              <w:rPr>
                <w:rFonts w:asciiTheme="minorHAnsi" w:hAnsiTheme="minorHAnsi" w:cstheme="minorHAnsi"/>
                <w:sz w:val="20"/>
              </w:rPr>
              <w:t>Risk Controls</w:t>
            </w:r>
          </w:p>
        </w:tc>
        <w:tc>
          <w:tcPr>
            <w:tcW w:w="1403" w:type="dxa"/>
            <w:gridSpan w:val="3"/>
            <w:shd w:val="clear" w:color="auto" w:fill="B2A1C7" w:themeFill="accent4" w:themeFillTint="99"/>
          </w:tcPr>
          <w:p w14:paraId="2D03FAC5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7A0C">
              <w:rPr>
                <w:rFonts w:asciiTheme="minorHAnsi" w:hAnsiTheme="minorHAnsi" w:cstheme="minorHAnsi"/>
                <w:b/>
              </w:rPr>
              <w:t xml:space="preserve">Residual Risk </w:t>
            </w:r>
          </w:p>
        </w:tc>
      </w:tr>
      <w:tr w:rsidR="00745448" w:rsidRPr="00307A0C" w14:paraId="51432FA2" w14:textId="77777777" w:rsidTr="00A873B4">
        <w:trPr>
          <w:cantSplit/>
          <w:trHeight w:val="99"/>
          <w:jc w:val="center"/>
        </w:trPr>
        <w:tc>
          <w:tcPr>
            <w:tcW w:w="1982" w:type="dxa"/>
            <w:vMerge/>
            <w:shd w:val="clear" w:color="auto" w:fill="B2A1C7" w:themeFill="accent4" w:themeFillTint="99"/>
          </w:tcPr>
          <w:p w14:paraId="0FA2C799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1" w:type="dxa"/>
            <w:vMerge/>
            <w:shd w:val="clear" w:color="auto" w:fill="B2A1C7" w:themeFill="accent4" w:themeFillTint="99"/>
          </w:tcPr>
          <w:p w14:paraId="72CFE7B6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8" w:type="dxa"/>
            <w:vMerge/>
            <w:shd w:val="clear" w:color="auto" w:fill="B2A1C7" w:themeFill="accent4" w:themeFillTint="99"/>
          </w:tcPr>
          <w:p w14:paraId="2CF914A0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shd w:val="clear" w:color="auto" w:fill="B2A1C7" w:themeFill="accent4" w:themeFillTint="99"/>
          </w:tcPr>
          <w:p w14:paraId="6A98F9FE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5" w:type="dxa"/>
            <w:shd w:val="clear" w:color="auto" w:fill="B2A1C7" w:themeFill="accent4" w:themeFillTint="99"/>
          </w:tcPr>
          <w:p w14:paraId="09BB6423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49" w:type="dxa"/>
            <w:shd w:val="clear" w:color="auto" w:fill="B2A1C7" w:themeFill="accent4" w:themeFillTint="99"/>
          </w:tcPr>
          <w:p w14:paraId="74FD448A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  <w:tc>
          <w:tcPr>
            <w:tcW w:w="3560" w:type="dxa"/>
            <w:vMerge/>
            <w:shd w:val="clear" w:color="auto" w:fill="B2A1C7" w:themeFill="accent4" w:themeFillTint="99"/>
          </w:tcPr>
          <w:p w14:paraId="333B5A52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7" w:type="dxa"/>
            <w:vMerge/>
            <w:shd w:val="clear" w:color="auto" w:fill="B2A1C7" w:themeFill="accent4" w:themeFillTint="99"/>
          </w:tcPr>
          <w:p w14:paraId="0704BCC1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shd w:val="clear" w:color="auto" w:fill="B2A1C7" w:themeFill="accent4" w:themeFillTint="99"/>
          </w:tcPr>
          <w:p w14:paraId="5BC9FE18" w14:textId="77777777" w:rsidR="00745448" w:rsidRPr="00307A0C" w:rsidRDefault="00745448" w:rsidP="00DE194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B2A1C7" w:themeFill="accent4" w:themeFillTint="99"/>
          </w:tcPr>
          <w:p w14:paraId="6F25D195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</w:p>
        </w:tc>
        <w:tc>
          <w:tcPr>
            <w:tcW w:w="552" w:type="dxa"/>
            <w:shd w:val="clear" w:color="auto" w:fill="B2A1C7" w:themeFill="accent4" w:themeFillTint="99"/>
          </w:tcPr>
          <w:p w14:paraId="18E62C6E" w14:textId="77777777" w:rsidR="00745448" w:rsidRPr="00307A0C" w:rsidRDefault="00745448" w:rsidP="00DE19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07A0C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</w:p>
        </w:tc>
      </w:tr>
      <w:tr w:rsidR="00632DD1" w:rsidRPr="00D86014" w14:paraId="1E885325" w14:textId="77777777" w:rsidTr="00A873B4">
        <w:trPr>
          <w:cantSplit/>
          <w:jc w:val="center"/>
        </w:trPr>
        <w:tc>
          <w:tcPr>
            <w:tcW w:w="1982" w:type="dxa"/>
          </w:tcPr>
          <w:p w14:paraId="1987321F" w14:textId="77777777" w:rsidR="00632DD1" w:rsidRPr="0071550F" w:rsidRDefault="00632DD1" w:rsidP="00632DD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91" w:type="dxa"/>
          </w:tcPr>
          <w:p w14:paraId="729A81B0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2C6E2025" w14:textId="77777777" w:rsidR="00632DD1" w:rsidRPr="0071550F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  <w:vAlign w:val="center"/>
          </w:tcPr>
          <w:p w14:paraId="17D3F1CD" w14:textId="77777777" w:rsidR="00632DD1" w:rsidRPr="0071550F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38F00E74" w14:textId="77777777" w:rsidR="00632DD1" w:rsidRPr="0071550F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6C674ED5" w14:textId="77777777" w:rsidR="00632DD1" w:rsidRPr="0071550F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52482149" w14:textId="77777777" w:rsidR="00632DD1" w:rsidRPr="004826B4" w:rsidRDefault="00632DD1" w:rsidP="004826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3431DA8B" w14:textId="77777777" w:rsidR="00632DD1" w:rsidRPr="0071550F" w:rsidRDefault="00632DD1" w:rsidP="00632DD1">
            <w:pPr>
              <w:pStyle w:val="NoSpacing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7799C4FC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6126E41E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2C0A3462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32DD1" w:rsidRPr="00D86014" w14:paraId="026FDD01" w14:textId="77777777" w:rsidTr="00A873B4">
        <w:trPr>
          <w:cantSplit/>
          <w:jc w:val="center"/>
        </w:trPr>
        <w:tc>
          <w:tcPr>
            <w:tcW w:w="1982" w:type="dxa"/>
          </w:tcPr>
          <w:p w14:paraId="6EEA671D" w14:textId="77777777" w:rsidR="00632DD1" w:rsidRPr="00CA76EE" w:rsidRDefault="00632DD1" w:rsidP="00632DD1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91" w:type="dxa"/>
          </w:tcPr>
          <w:p w14:paraId="3182B7FA" w14:textId="77777777" w:rsidR="00632DD1" w:rsidRDefault="00632DD1" w:rsidP="00632DD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7ED8AFC8" w14:textId="77777777" w:rsidR="00632DD1" w:rsidRPr="00C250B0" w:rsidRDefault="00632DD1" w:rsidP="00632DD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59DC942D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" w:type="dxa"/>
            <w:vAlign w:val="center"/>
          </w:tcPr>
          <w:p w14:paraId="7E2D5A63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9" w:type="dxa"/>
            <w:vAlign w:val="center"/>
          </w:tcPr>
          <w:p w14:paraId="2CF17237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60" w:type="dxa"/>
          </w:tcPr>
          <w:p w14:paraId="45B77156" w14:textId="77777777" w:rsidR="00632DD1" w:rsidRPr="004826B4" w:rsidRDefault="00632DD1" w:rsidP="004826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983C36A" w14:textId="77777777" w:rsidR="00632DD1" w:rsidRDefault="00632DD1" w:rsidP="00632DD1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  <w:vAlign w:val="center"/>
          </w:tcPr>
          <w:p w14:paraId="3EEC84D0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6" w:type="dxa"/>
            <w:vAlign w:val="center"/>
          </w:tcPr>
          <w:p w14:paraId="12AFE819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2" w:type="dxa"/>
            <w:vAlign w:val="center"/>
          </w:tcPr>
          <w:p w14:paraId="0167B3F8" w14:textId="77777777" w:rsidR="00632DD1" w:rsidRPr="00C250B0" w:rsidRDefault="00632DD1" w:rsidP="00632DD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87E33C7" w14:textId="77777777" w:rsidR="00745448" w:rsidRDefault="00745448" w:rsidP="00BF02FC">
      <w:pPr>
        <w:rPr>
          <w:rFonts w:ascii="Verdana" w:hAnsi="Verdana" w:cs="Arial"/>
          <w:b/>
          <w:bCs/>
        </w:rPr>
      </w:pPr>
    </w:p>
    <w:p w14:paraId="3C95120D" w14:textId="77777777" w:rsidR="0059074B" w:rsidRDefault="0059074B" w:rsidP="00BF02FC">
      <w:pPr>
        <w:rPr>
          <w:rFonts w:ascii="Verdana" w:hAnsi="Verdana" w:cs="Arial"/>
          <w:b/>
          <w:bCs/>
        </w:rPr>
      </w:pPr>
    </w:p>
    <w:p w14:paraId="3DE2431E" w14:textId="77777777" w:rsidR="00632DD1" w:rsidRDefault="009643DA" w:rsidP="00632DD1">
      <w:pPr>
        <w:tabs>
          <w:tab w:val="left" w:pos="288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ab/>
      </w:r>
    </w:p>
    <w:p w14:paraId="2C35B582" w14:textId="77777777" w:rsidR="007770CC" w:rsidRPr="007770CC" w:rsidRDefault="007770CC" w:rsidP="00632DD1">
      <w:pPr>
        <w:tabs>
          <w:tab w:val="left" w:pos="288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70CC">
        <w:rPr>
          <w:rFonts w:asciiTheme="minorHAnsi" w:hAnsiTheme="minorHAnsi" w:cstheme="minorHAnsi"/>
          <w:b/>
          <w:bCs/>
          <w:sz w:val="22"/>
          <w:szCs w:val="22"/>
        </w:rPr>
        <w:t>PPE Required</w:t>
      </w:r>
    </w:p>
    <w:p w14:paraId="23810D60" w14:textId="77777777" w:rsidR="007770CC" w:rsidRDefault="007770CC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7770CC">
        <w:rPr>
          <w:rFonts w:asciiTheme="minorHAnsi" w:hAnsiTheme="minorHAnsi" w:cstheme="minorHAnsi"/>
          <w:b/>
          <w:bCs/>
          <w:sz w:val="16"/>
          <w:szCs w:val="16"/>
        </w:rPr>
        <w:t>(Please tick all that apply</w:t>
      </w:r>
      <w:r w:rsidR="00745448">
        <w:rPr>
          <w:rFonts w:asciiTheme="minorHAnsi" w:hAnsiTheme="minorHAnsi" w:cstheme="minorHAnsi"/>
          <w:b/>
          <w:bCs/>
          <w:sz w:val="16"/>
          <w:szCs w:val="16"/>
        </w:rPr>
        <w:t>)</w:t>
      </w:r>
    </w:p>
    <w:p w14:paraId="28EAEADA" w14:textId="77777777" w:rsidR="00745448" w:rsidRPr="007770CC" w:rsidRDefault="00745448" w:rsidP="007770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984"/>
        <w:gridCol w:w="1985"/>
        <w:gridCol w:w="1984"/>
        <w:gridCol w:w="1706"/>
      </w:tblGrid>
      <w:tr w:rsidR="00745448" w:rsidRPr="00651EF5" w14:paraId="38BB2C3C" w14:textId="77777777" w:rsidTr="00632DD1">
        <w:trPr>
          <w:trHeight w:val="1266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574071E7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8869F83" wp14:editId="6FA22F24">
                  <wp:extent cx="57912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5E5E9A69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BF76E04" wp14:editId="1E4465B3">
                  <wp:extent cx="579120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6E5692C5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0FE3A20" wp14:editId="7408BD02">
                  <wp:extent cx="621665" cy="822960"/>
                  <wp:effectExtent l="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0A498D99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E47D856" wp14:editId="75431037">
                  <wp:extent cx="633730" cy="8229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2C9EE24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8D1F7EE" wp14:editId="1A21394F">
                  <wp:extent cx="658495" cy="822960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57C1A076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07A048FF" wp14:editId="2B1D0214">
                  <wp:extent cx="664210" cy="822960"/>
                  <wp:effectExtent l="0" t="0" r="254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3A35B059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2E58FE3" wp14:editId="0BCDAA0C">
                  <wp:extent cx="652145" cy="8229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0043DF14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7F9CD4D5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HELMET</w:t>
            </w:r>
          </w:p>
          <w:p w14:paraId="3E9DE3D1" w14:textId="77777777" w:rsidR="00745448" w:rsidRPr="00745448" w:rsidRDefault="00745448" w:rsidP="00745448">
            <w:pPr>
              <w:pStyle w:val="NoSpacing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4A39AD4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HIGH VISIBILITY VEST</w:t>
            </w:r>
          </w:p>
          <w:p w14:paraId="21B878C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CFDF575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BOOTS</w:t>
            </w:r>
          </w:p>
          <w:p w14:paraId="75BE65D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454D460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GLOVES</w:t>
            </w:r>
          </w:p>
          <w:p w14:paraId="65642B6F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EE322E1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EYE PROTECTION</w:t>
            </w:r>
          </w:p>
          <w:p w14:paraId="7ABDFE9B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65DD7D9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EAR PROTECTION</w:t>
            </w:r>
          </w:p>
          <w:p w14:paraId="7D27D84D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7CA208FD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color w:val="111111"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SAFETY OVERALLS</w:t>
            </w:r>
          </w:p>
          <w:p w14:paraId="6F3FDE66" w14:textId="77777777" w:rsidR="00745448" w:rsidRPr="00745448" w:rsidRDefault="00745448" w:rsidP="0074544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45448">
              <w:rPr>
                <w:rFonts w:ascii="Calibri" w:hAnsi="Calibri" w:cs="Calibri"/>
                <w:b/>
                <w:color w:val="111111"/>
                <w:sz w:val="16"/>
                <w:szCs w:val="16"/>
              </w:rPr>
              <w:t>MUST BE WORN</w:t>
            </w:r>
          </w:p>
        </w:tc>
      </w:tr>
      <w:tr w:rsidR="00745448" w:rsidRPr="00651EF5" w14:paraId="7F8E1792" w14:textId="77777777" w:rsidTr="00632DD1">
        <w:trPr>
          <w:jc w:val="center"/>
        </w:trPr>
        <w:tc>
          <w:tcPr>
            <w:tcW w:w="2263" w:type="dxa"/>
            <w:shd w:val="clear" w:color="auto" w:fill="92D050"/>
          </w:tcPr>
          <w:p w14:paraId="46D1A4A8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  <w:p w14:paraId="73A6A92E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D050"/>
          </w:tcPr>
          <w:p w14:paraId="5BB5445E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92D050"/>
          </w:tcPr>
          <w:p w14:paraId="540CB153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05FB9B91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08BB80F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14:paraId="2B20DBA3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92D050"/>
          </w:tcPr>
          <w:p w14:paraId="2696BAEF" w14:textId="77777777" w:rsidR="00745448" w:rsidRPr="00651EF5" w:rsidRDefault="00745448" w:rsidP="00DE194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45448" w:rsidRPr="00651EF5" w14:paraId="363CC592" w14:textId="77777777" w:rsidTr="00F619C9">
        <w:trPr>
          <w:trHeight w:val="1338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092B3773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C0132C6" wp14:editId="0505BA6A">
                  <wp:extent cx="603250" cy="817245"/>
                  <wp:effectExtent l="0" t="0" r="6350" b="190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59FAF08C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7CD17F3" wp14:editId="221C9BE6">
                  <wp:extent cx="658495" cy="817245"/>
                  <wp:effectExtent l="0" t="0" r="8255" b="190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0AEB066D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E957922" wp14:editId="0754D822">
                  <wp:extent cx="640080" cy="817245"/>
                  <wp:effectExtent l="0" t="0" r="7620" b="190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756235B9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CF44E77" wp14:editId="23731B53">
                  <wp:extent cx="633730" cy="810895"/>
                  <wp:effectExtent l="0" t="0" r="0" b="825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53B3E7E7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1EC0ECE" wp14:editId="2800AB89">
                  <wp:extent cx="621665" cy="810895"/>
                  <wp:effectExtent l="0" t="0" r="6985" b="825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37D45FC3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3CC1712D" wp14:editId="641F8CFC">
                  <wp:extent cx="633730" cy="814999"/>
                  <wp:effectExtent l="0" t="0" r="0" b="444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5"/>
                          <a:stretch/>
                        </pic:blipFill>
                        <pic:spPr bwMode="auto">
                          <a:xfrm>
                            <a:off x="0" y="0"/>
                            <a:ext cx="633730" cy="814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  <w:vAlign w:val="bottom"/>
          </w:tcPr>
          <w:p w14:paraId="696A835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9707DE2" wp14:editId="5B9A14E0">
                  <wp:extent cx="640080" cy="810895"/>
                  <wp:effectExtent l="0" t="0" r="7620" b="825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6D67E45A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54743147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LABORATORY COATS</w:t>
            </w:r>
          </w:p>
          <w:p w14:paraId="08935653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1763665A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WELDING MASK</w:t>
            </w:r>
          </w:p>
          <w:p w14:paraId="5B5A4703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3163206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VISORS</w:t>
            </w:r>
          </w:p>
          <w:p w14:paraId="42DEA88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72F3CA62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HAIR NETS</w:t>
            </w:r>
          </w:p>
          <w:p w14:paraId="0DA80A2A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29AAAC7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ESCAPE ROUTES</w:t>
            </w:r>
          </w:p>
          <w:p w14:paraId="02964CA5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KEPT CLEAR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5B06F9D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SAFETY HARNESSES </w:t>
            </w:r>
          </w:p>
          <w:p w14:paraId="35AB5171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086031EC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NO MOBILE PHONES</w:t>
            </w:r>
          </w:p>
        </w:tc>
      </w:tr>
      <w:tr w:rsidR="00745448" w:rsidRPr="00651EF5" w14:paraId="7CFF6406" w14:textId="77777777" w:rsidTr="00745448">
        <w:trPr>
          <w:jc w:val="center"/>
        </w:trPr>
        <w:tc>
          <w:tcPr>
            <w:tcW w:w="2263" w:type="dxa"/>
            <w:shd w:val="clear" w:color="auto" w:fill="auto"/>
          </w:tcPr>
          <w:p w14:paraId="45B044AF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1647CE4F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5BC27348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4DCD6F0A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5D29C35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2637283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2D0D7588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auto"/>
          </w:tcPr>
          <w:p w14:paraId="7862AFCE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  <w:tr w:rsidR="00745448" w:rsidRPr="00651EF5" w14:paraId="66031394" w14:textId="77777777" w:rsidTr="00F619C9">
        <w:trPr>
          <w:trHeight w:val="1181"/>
          <w:jc w:val="center"/>
        </w:trPr>
        <w:tc>
          <w:tcPr>
            <w:tcW w:w="2263" w:type="dxa"/>
            <w:shd w:val="clear" w:color="auto" w:fill="CCC0D9" w:themeFill="accent4" w:themeFillTint="66"/>
            <w:vAlign w:val="bottom"/>
          </w:tcPr>
          <w:p w14:paraId="6CAD337C" w14:textId="77777777" w:rsidR="00745448" w:rsidRPr="00651EF5" w:rsidRDefault="00745448" w:rsidP="00DE1948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11FC40B" wp14:editId="7AB0BEB2">
                  <wp:extent cx="652145" cy="786765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CCC0D9" w:themeFill="accent4" w:themeFillTint="66"/>
            <w:vAlign w:val="bottom"/>
          </w:tcPr>
          <w:p w14:paraId="4B9D1F3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990B7A9" wp14:editId="6FE2B81E">
                  <wp:extent cx="652145" cy="786765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CCC0D9" w:themeFill="accent4" w:themeFillTint="66"/>
            <w:vAlign w:val="bottom"/>
          </w:tcPr>
          <w:p w14:paraId="65C48FD2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7BE3C0D" wp14:editId="0812A0F5">
                  <wp:extent cx="652145" cy="817245"/>
                  <wp:effectExtent l="0" t="0" r="0" b="190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0CE669F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4DB58F80" wp14:editId="494EF9B1">
                  <wp:extent cx="652145" cy="82296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CCC0D9" w:themeFill="accent4" w:themeFillTint="66"/>
            <w:vAlign w:val="bottom"/>
          </w:tcPr>
          <w:p w14:paraId="4943BADA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75CDCD1F" wp14:editId="73430596">
                  <wp:extent cx="621665" cy="822960"/>
                  <wp:effectExtent l="0" t="0" r="698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CCC0D9" w:themeFill="accent4" w:themeFillTint="66"/>
            <w:vAlign w:val="bottom"/>
          </w:tcPr>
          <w:p w14:paraId="466415E9" w14:textId="77777777" w:rsidR="00745448" w:rsidRPr="00651EF5" w:rsidRDefault="00745448" w:rsidP="00DE1948">
            <w:pPr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 w:rsidRPr="00651EF5"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D3A37E9" wp14:editId="6D7FDF8D">
                  <wp:extent cx="658495" cy="822960"/>
                  <wp:effectExtent l="0" t="0" r="825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  <w:shd w:val="clear" w:color="auto" w:fill="CCC0D9" w:themeFill="accent4" w:themeFillTint="66"/>
          </w:tcPr>
          <w:p w14:paraId="08A967E3" w14:textId="77777777" w:rsidR="00745448" w:rsidRPr="00651EF5" w:rsidRDefault="00632DD1" w:rsidP="00632DD1">
            <w:pPr>
              <w:pStyle w:val="NoSpacing"/>
              <w:jc w:val="center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  <w:drawing>
                <wp:inline distT="0" distB="0" distL="0" distR="0" wp14:anchorId="5DB01271" wp14:editId="46C05A62">
                  <wp:extent cx="621089" cy="82193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438"/>
                          <a:stretch/>
                        </pic:blipFill>
                        <pic:spPr bwMode="auto">
                          <a:xfrm>
                            <a:off x="0" y="0"/>
                            <a:ext cx="624609" cy="82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448" w:rsidRPr="00651EF5" w14:paraId="17657D08" w14:textId="77777777" w:rsidTr="00745448">
        <w:trPr>
          <w:jc w:val="center"/>
        </w:trPr>
        <w:tc>
          <w:tcPr>
            <w:tcW w:w="2263" w:type="dxa"/>
            <w:shd w:val="clear" w:color="auto" w:fill="FDE9D9" w:themeFill="accent6" w:themeFillTint="33"/>
          </w:tcPr>
          <w:p w14:paraId="1F1303BD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REPIRATORS</w:t>
            </w:r>
          </w:p>
          <w:p w14:paraId="37831D83" w14:textId="77777777" w:rsidR="00745448" w:rsidRPr="00745448" w:rsidRDefault="00745448" w:rsidP="00DE1948">
            <w:pPr>
              <w:pStyle w:val="NoSpacing"/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2268" w:type="dxa"/>
            <w:shd w:val="clear" w:color="auto" w:fill="FDE9D9" w:themeFill="accent6" w:themeFillTint="33"/>
          </w:tcPr>
          <w:p w14:paraId="3C0FF8BE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HAVE YOU BEEN</w:t>
            </w:r>
          </w:p>
          <w:p w14:paraId="4BC655CF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FACE FIT TESTED?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12D6B64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PEDESTRIAN MUST</w:t>
            </w:r>
          </w:p>
          <w:p w14:paraId="521C621E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USE THIS ROUTE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25ECF0F1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OVERALLS</w:t>
            </w:r>
          </w:p>
          <w:p w14:paraId="0DE4117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TO BE WORN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7DBEE6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INTRINSICALLY SAFE FOOTWEAR</w:t>
            </w:r>
          </w:p>
          <w:p w14:paraId="50111C6D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 xml:space="preserve"> MUST BE WORN</w:t>
            </w:r>
          </w:p>
        </w:tc>
        <w:tc>
          <w:tcPr>
            <w:tcW w:w="1984" w:type="dxa"/>
            <w:shd w:val="clear" w:color="auto" w:fill="FDE9D9" w:themeFill="accent6" w:themeFillTint="33"/>
          </w:tcPr>
          <w:p w14:paraId="3B7C5525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OPAQUE SAFETY GLASSES</w:t>
            </w:r>
          </w:p>
          <w:p w14:paraId="2BDB3FB0" w14:textId="77777777" w:rsidR="00745448" w:rsidRPr="00745448" w:rsidRDefault="00745448" w:rsidP="00DE1948">
            <w:pPr>
              <w:jc w:val="center"/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745448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MUST BE WORN</w:t>
            </w:r>
          </w:p>
        </w:tc>
        <w:tc>
          <w:tcPr>
            <w:tcW w:w="1706" w:type="dxa"/>
            <w:shd w:val="clear" w:color="auto" w:fill="FDE9D9" w:themeFill="accent6" w:themeFillTint="33"/>
          </w:tcPr>
          <w:p w14:paraId="15271536" w14:textId="77777777" w:rsidR="00745448" w:rsidRPr="00632DD1" w:rsidRDefault="00632DD1" w:rsidP="00DE1948">
            <w:pPr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</w:pPr>
            <w:r w:rsidRPr="00632DD1">
              <w:rPr>
                <w:rFonts w:ascii="Calibri" w:hAnsi="Calibri" w:cs="Calibri"/>
                <w:b/>
                <w:noProof/>
                <w:sz w:val="16"/>
                <w:szCs w:val="16"/>
                <w:lang w:eastAsia="en-GB"/>
              </w:rPr>
              <w:t>DRIVERS MUST REPORT TO SITE OFFICE</w:t>
            </w:r>
          </w:p>
        </w:tc>
      </w:tr>
      <w:tr w:rsidR="00745448" w:rsidRPr="00651EF5" w14:paraId="782B49BA" w14:textId="77777777" w:rsidTr="00632DD1">
        <w:trPr>
          <w:jc w:val="center"/>
        </w:trPr>
        <w:tc>
          <w:tcPr>
            <w:tcW w:w="2263" w:type="dxa"/>
            <w:shd w:val="clear" w:color="auto" w:fill="auto"/>
          </w:tcPr>
          <w:p w14:paraId="2B7A492A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  <w:p w14:paraId="0D559F03" w14:textId="77777777" w:rsidR="00745448" w:rsidRPr="00651EF5" w:rsidRDefault="00745448" w:rsidP="00DE1948">
            <w:pPr>
              <w:pStyle w:val="NoSpacing"/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268" w:type="dxa"/>
            <w:shd w:val="clear" w:color="auto" w:fill="auto"/>
          </w:tcPr>
          <w:p w14:paraId="28C1E5E5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2127" w:type="dxa"/>
            <w:shd w:val="clear" w:color="auto" w:fill="auto"/>
          </w:tcPr>
          <w:p w14:paraId="319D57B0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7C39B81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5" w:type="dxa"/>
            <w:shd w:val="clear" w:color="auto" w:fill="auto"/>
          </w:tcPr>
          <w:p w14:paraId="4D57B97F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984" w:type="dxa"/>
            <w:shd w:val="clear" w:color="auto" w:fill="auto"/>
          </w:tcPr>
          <w:p w14:paraId="39741C12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1706" w:type="dxa"/>
            <w:shd w:val="clear" w:color="auto" w:fill="92D050"/>
          </w:tcPr>
          <w:p w14:paraId="3665BDB3" w14:textId="77777777" w:rsidR="00745448" w:rsidRPr="00651EF5" w:rsidRDefault="00745448" w:rsidP="00DE1948">
            <w:pPr>
              <w:rPr>
                <w:rFonts w:ascii="Calibri" w:hAnsi="Calibri" w:cs="Calibri"/>
                <w:noProof/>
                <w:sz w:val="16"/>
                <w:szCs w:val="16"/>
                <w:lang w:eastAsia="en-GB"/>
              </w:rPr>
            </w:pPr>
          </w:p>
        </w:tc>
      </w:tr>
    </w:tbl>
    <w:p w14:paraId="2FB84C46" w14:textId="77777777" w:rsidR="00180839" w:rsidRPr="007770CC" w:rsidRDefault="00180839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52DBE4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u w:val="single"/>
        </w:rPr>
      </w:pPr>
      <w:r w:rsidRPr="007770CC">
        <w:rPr>
          <w:rFonts w:asciiTheme="minorHAnsi" w:hAnsiTheme="minorHAnsi" w:cstheme="minorHAnsi"/>
          <w:b/>
          <w:bCs/>
          <w:u w:val="single"/>
        </w:rPr>
        <w:t>Notes</w:t>
      </w:r>
    </w:p>
    <w:p w14:paraId="21CA9817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For risk assessments requiring project specific amendment - the Risk Assessment shall be reviewed weekly to ensure, it remains current as the project progresses.</w:t>
      </w:r>
    </w:p>
    <w:p w14:paraId="74397129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All employees to attend site induction/sign-in prior to commencing work on site.</w:t>
      </w:r>
    </w:p>
    <w:p w14:paraId="5AB724AF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First Aid facilities to be provided by Client/Principal Contractor</w:t>
      </w:r>
    </w:p>
    <w:p w14:paraId="3F0731E7" w14:textId="77777777" w:rsidR="007770CC" w:rsidRPr="007770CC" w:rsidRDefault="007770CC" w:rsidP="00A02DA2">
      <w:pPr>
        <w:numPr>
          <w:ilvl w:val="0"/>
          <w:numId w:val="1"/>
        </w:numPr>
        <w:rPr>
          <w:rFonts w:asciiTheme="minorHAnsi" w:eastAsia="Calibri" w:hAnsiTheme="minorHAnsi" w:cstheme="minorHAnsi"/>
          <w:bCs/>
        </w:rPr>
      </w:pPr>
      <w:r w:rsidRPr="007770CC">
        <w:rPr>
          <w:rFonts w:asciiTheme="minorHAnsi" w:eastAsia="Calibri" w:hAnsiTheme="minorHAnsi" w:cstheme="minorHAnsi"/>
          <w:bCs/>
        </w:rPr>
        <w:t>Welfare facilities to be provided by Client/Principal Contractor</w:t>
      </w:r>
    </w:p>
    <w:p w14:paraId="12124D14" w14:textId="77777777" w:rsidR="007770CC" w:rsidRPr="007770CC" w:rsidRDefault="007770CC" w:rsidP="007770CC">
      <w:pPr>
        <w:rPr>
          <w:rFonts w:ascii="Verdana" w:hAnsi="Verdana" w:cs="Arial"/>
          <w:b/>
          <w:bCs/>
          <w:u w:val="single"/>
        </w:rPr>
      </w:pPr>
    </w:p>
    <w:p w14:paraId="6323A9CB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A35AD0E" w14:textId="77777777" w:rsidR="007770CC" w:rsidRPr="007770CC" w:rsidRDefault="007770CC" w:rsidP="007770C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83CE9E6" w14:textId="77777777" w:rsidR="00745448" w:rsidRDefault="00745448" w:rsidP="0059074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3E5E10A" w14:textId="77777777" w:rsidR="00774127" w:rsidRPr="000C5559" w:rsidRDefault="00BF02FC" w:rsidP="0059074B">
      <w:pPr>
        <w:rPr>
          <w:rFonts w:asciiTheme="minorHAnsi" w:hAnsiTheme="minorHAnsi" w:cstheme="minorHAnsi"/>
          <w:bCs/>
        </w:rPr>
      </w:pPr>
      <w:r w:rsidRPr="000C5559">
        <w:rPr>
          <w:rFonts w:asciiTheme="minorHAnsi" w:hAnsiTheme="minorHAnsi" w:cstheme="minorHAnsi"/>
          <w:b/>
          <w:bCs/>
          <w:u w:val="single"/>
        </w:rPr>
        <w:t>Risk Assessment Matrix</w:t>
      </w:r>
    </w:p>
    <w:p w14:paraId="64F71738" w14:textId="77777777" w:rsidR="00BF02FC" w:rsidRPr="000C5559" w:rsidRDefault="00BF02FC" w:rsidP="0059074B">
      <w:pPr>
        <w:rPr>
          <w:rFonts w:asciiTheme="minorHAnsi" w:hAnsiTheme="minorHAnsi" w:cstheme="minorHAnsi"/>
          <w:b/>
          <w:bCs/>
        </w:rPr>
      </w:pPr>
      <w:r w:rsidRPr="000C5559">
        <w:rPr>
          <w:rFonts w:asciiTheme="minorHAnsi" w:hAnsiTheme="minorHAnsi" w:cstheme="minorHAnsi"/>
          <w:b/>
          <w:bCs/>
        </w:rPr>
        <w:t>Multiply scores to arrive at risk rating</w:t>
      </w:r>
      <w:r w:rsidR="00A21C7A" w:rsidRPr="000C5559">
        <w:rPr>
          <w:rFonts w:asciiTheme="minorHAnsi" w:hAnsiTheme="minorHAnsi" w:cstheme="minorHAnsi"/>
          <w:b/>
          <w:bCs/>
        </w:rPr>
        <w:t xml:space="preserve"> (RR)</w:t>
      </w:r>
    </w:p>
    <w:p w14:paraId="7642B055" w14:textId="77777777" w:rsidR="00BF02FC" w:rsidRPr="000C5559" w:rsidRDefault="00BF02FC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848"/>
        <w:gridCol w:w="1031"/>
        <w:gridCol w:w="1031"/>
        <w:gridCol w:w="1031"/>
        <w:gridCol w:w="1031"/>
        <w:gridCol w:w="1031"/>
        <w:gridCol w:w="1031"/>
      </w:tblGrid>
      <w:tr w:rsidR="00BF02FC" w:rsidRPr="000C5559" w14:paraId="2375C5B4" w14:textId="77777777" w:rsidTr="007F77F6">
        <w:trPr>
          <w:trHeight w:val="349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7773A9C8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455611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86" w:type="dxa"/>
            <w:gridSpan w:val="6"/>
            <w:tcBorders>
              <w:left w:val="single" w:sz="4" w:space="0" w:color="auto"/>
            </w:tcBorders>
            <w:shd w:val="clear" w:color="auto" w:fill="E0E0E0"/>
          </w:tcPr>
          <w:p w14:paraId="1E03A01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Probability</w:t>
            </w:r>
          </w:p>
          <w:p w14:paraId="0C2285D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02FC" w:rsidRPr="000C5559" w14:paraId="25151FCA" w14:textId="77777777" w:rsidTr="007F77F6">
        <w:trPr>
          <w:cantSplit/>
          <w:trHeight w:val="1459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E4522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12C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D2025A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Remote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5512479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Unlikely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4F127A0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Possible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7289EDBA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Probable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3071F926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Very Likely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extDirection w:val="btLr"/>
            <w:vAlign w:val="center"/>
          </w:tcPr>
          <w:p w14:paraId="1F6FF4F5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Certain</w:t>
            </w:r>
          </w:p>
        </w:tc>
      </w:tr>
      <w:tr w:rsidR="00BF02FC" w:rsidRPr="000C5559" w14:paraId="7D2A534A" w14:textId="77777777" w:rsidTr="007F77F6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E0E0E0"/>
            <w:textDirection w:val="btLr"/>
          </w:tcPr>
          <w:p w14:paraId="3671587B" w14:textId="77777777" w:rsidR="00BF02FC" w:rsidRPr="000C5559" w:rsidRDefault="00BF02FC" w:rsidP="007F77F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782C" w:rsidRPr="000C5559">
              <w:rPr>
                <w:rFonts w:asciiTheme="minorHAnsi" w:hAnsiTheme="minorHAnsi" w:cstheme="minorHAnsi"/>
                <w:b/>
                <w:bCs/>
              </w:rPr>
              <w:t>Outcome</w:t>
            </w:r>
          </w:p>
        </w:tc>
        <w:tc>
          <w:tcPr>
            <w:tcW w:w="2848" w:type="dxa"/>
            <w:tcBorders>
              <w:top w:val="single" w:sz="4" w:space="0" w:color="auto"/>
            </w:tcBorders>
            <w:shd w:val="clear" w:color="auto" w:fill="auto"/>
          </w:tcPr>
          <w:p w14:paraId="355C473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No Injury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3023FAD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6F5AF45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F5D104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045C60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FCA3B9B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5C5D6CF8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E0E0E0"/>
          </w:tcPr>
          <w:p w14:paraId="072A4F2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2FBF3EF3" w14:textId="77777777" w:rsidTr="007F77F6">
        <w:tc>
          <w:tcPr>
            <w:tcW w:w="614" w:type="dxa"/>
            <w:vMerge/>
            <w:shd w:val="clear" w:color="auto" w:fill="E0E0E0"/>
          </w:tcPr>
          <w:p w14:paraId="5BCA47D3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7A3252E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Minor Injury</w:t>
            </w:r>
          </w:p>
        </w:tc>
        <w:tc>
          <w:tcPr>
            <w:tcW w:w="1031" w:type="dxa"/>
            <w:shd w:val="clear" w:color="auto" w:fill="E0E0E0"/>
          </w:tcPr>
          <w:p w14:paraId="77A42FC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70CAC64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031" w:type="dxa"/>
            <w:shd w:val="clear" w:color="auto" w:fill="00FF00"/>
          </w:tcPr>
          <w:p w14:paraId="2E2586E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0B5488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75AC192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664D599C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4073A64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BF02FC" w:rsidRPr="000C5559" w14:paraId="6D0FAABB" w14:textId="77777777" w:rsidTr="007F77F6">
        <w:tc>
          <w:tcPr>
            <w:tcW w:w="614" w:type="dxa"/>
            <w:vMerge/>
            <w:shd w:val="clear" w:color="auto" w:fill="E0E0E0"/>
          </w:tcPr>
          <w:p w14:paraId="56DEB07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38259EC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First Aid Injury</w:t>
            </w:r>
          </w:p>
        </w:tc>
        <w:tc>
          <w:tcPr>
            <w:tcW w:w="1031" w:type="dxa"/>
            <w:shd w:val="clear" w:color="auto" w:fill="E0E0E0"/>
          </w:tcPr>
          <w:p w14:paraId="1649EDD3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2D3578D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031" w:type="dxa"/>
            <w:shd w:val="clear" w:color="auto" w:fill="00FF00"/>
          </w:tcPr>
          <w:p w14:paraId="7769AAFE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2BD1B8C7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27AA705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50A5002A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6504326F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</w:tr>
      <w:tr w:rsidR="004B66ED" w:rsidRPr="000C5559" w14:paraId="7B8BC23F" w14:textId="77777777" w:rsidTr="007F77F6">
        <w:tc>
          <w:tcPr>
            <w:tcW w:w="614" w:type="dxa"/>
            <w:vMerge/>
            <w:shd w:val="clear" w:color="auto" w:fill="E0E0E0"/>
          </w:tcPr>
          <w:p w14:paraId="0D15C30B" w14:textId="77777777" w:rsidR="004B66ED" w:rsidRPr="000C5559" w:rsidRDefault="004B66ED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16E84142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Reportable Injury</w:t>
            </w:r>
          </w:p>
          <w:p w14:paraId="671C46A8" w14:textId="77777777" w:rsidR="004B66ED" w:rsidRPr="000C5559" w:rsidRDefault="004B66ED" w:rsidP="00901D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(7 Day)</w:t>
            </w:r>
          </w:p>
        </w:tc>
        <w:tc>
          <w:tcPr>
            <w:tcW w:w="1031" w:type="dxa"/>
            <w:shd w:val="clear" w:color="auto" w:fill="E0E0E0"/>
          </w:tcPr>
          <w:p w14:paraId="42CF9863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3115E36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00FF00"/>
          </w:tcPr>
          <w:p w14:paraId="2FC10324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AA23C12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5CE736A9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  <w:p w14:paraId="2D28CD1C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0000"/>
          </w:tcPr>
          <w:p w14:paraId="11516B3D" w14:textId="77777777" w:rsidR="004B66ED" w:rsidRPr="000C5559" w:rsidRDefault="004B66ED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</w:tr>
      <w:tr w:rsidR="00BF02FC" w:rsidRPr="000C5559" w14:paraId="7189B697" w14:textId="77777777" w:rsidTr="007F77F6">
        <w:tc>
          <w:tcPr>
            <w:tcW w:w="614" w:type="dxa"/>
            <w:vMerge/>
            <w:shd w:val="clear" w:color="auto" w:fill="E0E0E0"/>
          </w:tcPr>
          <w:p w14:paraId="3BA7E8D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339C66F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Major Injury</w:t>
            </w:r>
          </w:p>
        </w:tc>
        <w:tc>
          <w:tcPr>
            <w:tcW w:w="1031" w:type="dxa"/>
            <w:shd w:val="clear" w:color="auto" w:fill="E0E0E0"/>
          </w:tcPr>
          <w:p w14:paraId="1227941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00FF00"/>
          </w:tcPr>
          <w:p w14:paraId="1368CED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031" w:type="dxa"/>
            <w:shd w:val="clear" w:color="auto" w:fill="FF6600"/>
          </w:tcPr>
          <w:p w14:paraId="36D4909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6600"/>
          </w:tcPr>
          <w:p w14:paraId="13BC7D7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1031" w:type="dxa"/>
            <w:shd w:val="clear" w:color="auto" w:fill="FF0000"/>
          </w:tcPr>
          <w:p w14:paraId="41266BC4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16</w:t>
            </w:r>
          </w:p>
          <w:p w14:paraId="7A010BC0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152CC4E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BF02FC" w:rsidRPr="000C5559" w14:paraId="6479631C" w14:textId="77777777" w:rsidTr="007F77F6">
        <w:tc>
          <w:tcPr>
            <w:tcW w:w="614" w:type="dxa"/>
            <w:vMerge/>
            <w:shd w:val="clear" w:color="auto" w:fill="E0E0E0"/>
          </w:tcPr>
          <w:p w14:paraId="4B2EAA4D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48" w:type="dxa"/>
            <w:shd w:val="clear" w:color="auto" w:fill="auto"/>
          </w:tcPr>
          <w:p w14:paraId="58483818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Fatality/Disability</w:t>
            </w:r>
          </w:p>
        </w:tc>
        <w:tc>
          <w:tcPr>
            <w:tcW w:w="1031" w:type="dxa"/>
            <w:shd w:val="clear" w:color="auto" w:fill="E0E0E0"/>
          </w:tcPr>
          <w:p w14:paraId="659CCEAD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00FF00"/>
          </w:tcPr>
          <w:p w14:paraId="4BB1BA8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031" w:type="dxa"/>
            <w:shd w:val="clear" w:color="auto" w:fill="FF6600"/>
          </w:tcPr>
          <w:p w14:paraId="7C4CEA22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1031" w:type="dxa"/>
            <w:shd w:val="clear" w:color="auto" w:fill="FF0000"/>
          </w:tcPr>
          <w:p w14:paraId="2DBF238C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031" w:type="dxa"/>
            <w:shd w:val="clear" w:color="auto" w:fill="FF0000"/>
          </w:tcPr>
          <w:p w14:paraId="18C37BD1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20</w:t>
            </w:r>
          </w:p>
          <w:p w14:paraId="1E71BF1E" w14:textId="77777777" w:rsidR="00B247AE" w:rsidRPr="000C5559" w:rsidRDefault="00B247AE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" w:type="dxa"/>
            <w:shd w:val="clear" w:color="auto" w:fill="FF0000"/>
          </w:tcPr>
          <w:p w14:paraId="0CBDB29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</w:tr>
    </w:tbl>
    <w:p w14:paraId="1FDC069C" w14:textId="77777777" w:rsidR="00BD0BF9" w:rsidRPr="000C5559" w:rsidRDefault="00BD0BF9" w:rsidP="00BF02FC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69"/>
        <w:gridCol w:w="1614"/>
        <w:gridCol w:w="11686"/>
      </w:tblGrid>
      <w:tr w:rsidR="00BF02FC" w:rsidRPr="000C5559" w14:paraId="1334CAF5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56F6558E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Low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00FF00"/>
            <w:vAlign w:val="center"/>
          </w:tcPr>
          <w:p w14:paraId="433CFBFB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 – 6</w:t>
            </w:r>
          </w:p>
        </w:tc>
        <w:tc>
          <w:tcPr>
            <w:tcW w:w="1620" w:type="dxa"/>
            <w:shd w:val="clear" w:color="auto" w:fill="auto"/>
          </w:tcPr>
          <w:p w14:paraId="159BAC65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Monitor </w:t>
            </w:r>
          </w:p>
          <w:p w14:paraId="10315ADD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50777E4A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>Tolerable risk. No additional controls required. Employees made aware of safe/correct system of work.</w:t>
            </w:r>
          </w:p>
        </w:tc>
      </w:tr>
      <w:tr w:rsidR="00BF02FC" w:rsidRPr="000C5559" w14:paraId="0DBB2A39" w14:textId="77777777" w:rsidTr="007F77F6"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6B5AC5F5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Med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1469479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8 – 12</w:t>
            </w:r>
          </w:p>
        </w:tc>
        <w:tc>
          <w:tcPr>
            <w:tcW w:w="1620" w:type="dxa"/>
            <w:shd w:val="clear" w:color="auto" w:fill="auto"/>
          </w:tcPr>
          <w:p w14:paraId="25ECEC0A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 Improvement</w:t>
            </w:r>
          </w:p>
          <w:p w14:paraId="0D27F03C" w14:textId="77777777" w:rsidR="0059074B" w:rsidRPr="000C5559" w:rsidRDefault="0059074B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07" w:type="dxa"/>
            <w:shd w:val="clear" w:color="auto" w:fill="auto"/>
          </w:tcPr>
          <w:p w14:paraId="5037F4E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Action required to further reduce risk to acceptable level. Review of process or activity. </w:t>
            </w:r>
          </w:p>
        </w:tc>
      </w:tr>
      <w:tr w:rsidR="00BF02FC" w:rsidRPr="000C5559" w14:paraId="58153C00" w14:textId="77777777" w:rsidTr="007F77F6">
        <w:tc>
          <w:tcPr>
            <w:tcW w:w="774" w:type="dxa"/>
            <w:shd w:val="clear" w:color="auto" w:fill="FF0000"/>
            <w:vAlign w:val="center"/>
          </w:tcPr>
          <w:p w14:paraId="604F7A30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</w:rPr>
              <w:t>High</w:t>
            </w:r>
          </w:p>
        </w:tc>
        <w:tc>
          <w:tcPr>
            <w:tcW w:w="774" w:type="dxa"/>
            <w:shd w:val="clear" w:color="auto" w:fill="FF0000"/>
            <w:vAlign w:val="center"/>
          </w:tcPr>
          <w:p w14:paraId="640F6717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  <w:bCs/>
              </w:rPr>
            </w:pPr>
            <w:r w:rsidRPr="000C5559">
              <w:rPr>
                <w:rFonts w:asciiTheme="minorHAnsi" w:hAnsiTheme="minorHAnsi" w:cstheme="minorHAnsi"/>
                <w:b/>
                <w:bCs/>
              </w:rPr>
              <w:t>15+</w:t>
            </w:r>
          </w:p>
        </w:tc>
        <w:tc>
          <w:tcPr>
            <w:tcW w:w="1620" w:type="dxa"/>
            <w:shd w:val="clear" w:color="auto" w:fill="auto"/>
          </w:tcPr>
          <w:p w14:paraId="3DF2CD86" w14:textId="77777777" w:rsidR="00BF02FC" w:rsidRPr="000C5559" w:rsidRDefault="00BF02FC" w:rsidP="007F77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Immediate Action </w:t>
            </w:r>
          </w:p>
        </w:tc>
        <w:tc>
          <w:tcPr>
            <w:tcW w:w="11907" w:type="dxa"/>
            <w:shd w:val="clear" w:color="auto" w:fill="auto"/>
          </w:tcPr>
          <w:p w14:paraId="26C3644C" w14:textId="77777777" w:rsidR="00BF02FC" w:rsidRPr="000C5559" w:rsidRDefault="00BF02FC" w:rsidP="00096247">
            <w:pPr>
              <w:rPr>
                <w:rFonts w:asciiTheme="minorHAnsi" w:hAnsiTheme="minorHAnsi" w:cstheme="minorHAnsi"/>
                <w:b/>
              </w:rPr>
            </w:pPr>
            <w:r w:rsidRPr="000C5559">
              <w:rPr>
                <w:rFonts w:asciiTheme="minorHAnsi" w:hAnsiTheme="minorHAnsi" w:cstheme="minorHAnsi"/>
                <w:b/>
              </w:rPr>
              <w:t xml:space="preserve">Unacceptable risk. Stop activity immediately. Inform next level of management &amp; refer to </w:t>
            </w:r>
            <w:r w:rsidR="00E04850" w:rsidRPr="000C5559">
              <w:rPr>
                <w:rFonts w:asciiTheme="minorHAnsi" w:hAnsiTheme="minorHAnsi" w:cstheme="minorHAnsi"/>
                <w:b/>
              </w:rPr>
              <w:t>Manager/</w:t>
            </w:r>
            <w:r w:rsidRPr="000C5559">
              <w:rPr>
                <w:rFonts w:asciiTheme="minorHAnsi" w:hAnsiTheme="minorHAnsi" w:cstheme="minorHAnsi"/>
                <w:b/>
              </w:rPr>
              <w:t xml:space="preserve">Safety Coordinator. Possible withdrawal of process or activity. </w:t>
            </w:r>
          </w:p>
          <w:p w14:paraId="30EB908D" w14:textId="77777777" w:rsidR="00B247AE" w:rsidRPr="000C5559" w:rsidRDefault="00B247AE" w:rsidP="0009624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41ABB07B" w14:textId="77777777" w:rsidR="00BF02FC" w:rsidRPr="00774127" w:rsidRDefault="00BF02FC" w:rsidP="00BF02FC">
      <w:pPr>
        <w:rPr>
          <w:rFonts w:ascii="Verdana" w:hAnsi="Verdana" w:cs="Arial"/>
          <w:b/>
          <w:bCs/>
        </w:rPr>
      </w:pPr>
    </w:p>
    <w:p w14:paraId="729E2869" w14:textId="77777777" w:rsidR="00BF02FC" w:rsidRDefault="00BF02FC" w:rsidP="00BF02FC">
      <w:pPr>
        <w:rPr>
          <w:rFonts w:ascii="Verdana" w:hAnsi="Verdana" w:cs="Arial"/>
          <w:b/>
          <w:bCs/>
        </w:rPr>
      </w:pPr>
    </w:p>
    <w:p w14:paraId="38813A28" w14:textId="77777777" w:rsidR="002605EC" w:rsidRDefault="002605EC" w:rsidP="00BF02FC">
      <w:pPr>
        <w:rPr>
          <w:rFonts w:ascii="Verdana" w:hAnsi="Verdana" w:cs="Arial"/>
          <w:b/>
          <w:bCs/>
        </w:rPr>
      </w:pPr>
    </w:p>
    <w:p w14:paraId="50A0EDAB" w14:textId="77777777" w:rsidR="0059074B" w:rsidRDefault="0059074B" w:rsidP="0059074B">
      <w:pPr>
        <w:rPr>
          <w:rFonts w:ascii="Verdana" w:hAnsi="Verdana" w:cs="Arial"/>
          <w:b/>
          <w:bCs/>
        </w:rPr>
      </w:pPr>
    </w:p>
    <w:p w14:paraId="48CA8A7E" w14:textId="77777777" w:rsidR="0059074B" w:rsidRDefault="0059074B" w:rsidP="0059074B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2FE7A8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1D6D060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3904E37E" w14:textId="77777777" w:rsidR="000C5559" w:rsidRDefault="000C5559" w:rsidP="0059074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0B9832D7" w14:textId="77777777" w:rsidR="002605EC" w:rsidRPr="00B87DEF" w:rsidRDefault="002605EC" w:rsidP="0059074B">
      <w:pPr>
        <w:jc w:val="center"/>
        <w:rPr>
          <w:rFonts w:asciiTheme="minorHAnsi" w:hAnsiTheme="minorHAnsi" w:cstheme="minorHAnsi"/>
          <w:u w:val="single"/>
        </w:rPr>
      </w:pPr>
      <w:r w:rsidRPr="00B87DEF">
        <w:rPr>
          <w:rFonts w:asciiTheme="minorHAnsi" w:hAnsiTheme="minorHAnsi" w:cstheme="minorHAnsi"/>
          <w:b/>
          <w:bCs/>
          <w:u w:val="single"/>
        </w:rPr>
        <w:t>Monitoring and Review</w:t>
      </w:r>
    </w:p>
    <w:p w14:paraId="68E32251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2802"/>
        <w:gridCol w:w="2580"/>
        <w:gridCol w:w="3186"/>
        <w:gridCol w:w="4223"/>
      </w:tblGrid>
      <w:tr w:rsidR="002605EC" w:rsidRPr="00B87DEF" w14:paraId="0EC679CD" w14:textId="77777777" w:rsidTr="00D86014">
        <w:tc>
          <w:tcPr>
            <w:tcW w:w="2088" w:type="dxa"/>
            <w:shd w:val="clear" w:color="auto" w:fill="E0E0E0"/>
          </w:tcPr>
          <w:p w14:paraId="6CA870D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Date Completed</w:t>
            </w:r>
          </w:p>
          <w:p w14:paraId="14FCD14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80" w:type="dxa"/>
            <w:shd w:val="clear" w:color="auto" w:fill="E0E0E0"/>
          </w:tcPr>
          <w:p w14:paraId="41F5520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Assessed by:</w:t>
            </w:r>
          </w:p>
        </w:tc>
        <w:tc>
          <w:tcPr>
            <w:tcW w:w="2663" w:type="dxa"/>
            <w:shd w:val="clear" w:color="auto" w:fill="E0E0E0"/>
          </w:tcPr>
          <w:p w14:paraId="7B59C4F0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Job Title:</w:t>
            </w:r>
          </w:p>
        </w:tc>
        <w:tc>
          <w:tcPr>
            <w:tcW w:w="3277" w:type="dxa"/>
            <w:shd w:val="clear" w:color="auto" w:fill="E0E0E0"/>
          </w:tcPr>
          <w:p w14:paraId="3DE533EF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Signature:</w:t>
            </w:r>
          </w:p>
        </w:tc>
        <w:tc>
          <w:tcPr>
            <w:tcW w:w="4368" w:type="dxa"/>
            <w:shd w:val="clear" w:color="auto" w:fill="E0E0E0"/>
          </w:tcPr>
          <w:p w14:paraId="1D061E56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Review Date:</w:t>
            </w:r>
          </w:p>
        </w:tc>
      </w:tr>
      <w:tr w:rsidR="002605EC" w:rsidRPr="00B87DEF" w14:paraId="4293873D" w14:textId="77777777" w:rsidTr="00D86014">
        <w:tc>
          <w:tcPr>
            <w:tcW w:w="2088" w:type="dxa"/>
          </w:tcPr>
          <w:p w14:paraId="6F3B558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524E2F9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80" w:type="dxa"/>
          </w:tcPr>
          <w:p w14:paraId="1C853370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3" w:type="dxa"/>
          </w:tcPr>
          <w:p w14:paraId="3D13194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7" w:type="dxa"/>
          </w:tcPr>
          <w:p w14:paraId="20BD2DC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1492109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605EC" w:rsidRPr="00B87DEF" w14:paraId="088C05E1" w14:textId="77777777" w:rsidTr="00D86014">
        <w:tc>
          <w:tcPr>
            <w:tcW w:w="2088" w:type="dxa"/>
          </w:tcPr>
          <w:p w14:paraId="30B7F7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1CABD44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6FBE4E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0889AA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2452003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78DE706D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570845E2" w14:textId="77777777" w:rsidTr="00D86014">
        <w:tc>
          <w:tcPr>
            <w:tcW w:w="2088" w:type="dxa"/>
          </w:tcPr>
          <w:p w14:paraId="7ECA3B0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2F46DDB9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4CB4D0F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4FC11D2C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3E88F67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76489D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54CCD59C" w14:textId="77777777" w:rsidTr="00D86014">
        <w:tc>
          <w:tcPr>
            <w:tcW w:w="2088" w:type="dxa"/>
          </w:tcPr>
          <w:p w14:paraId="736DCDF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56832E8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</w:tcPr>
          <w:p w14:paraId="019DF5D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3" w:type="dxa"/>
          </w:tcPr>
          <w:p w14:paraId="23ED4DC4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7" w:type="dxa"/>
          </w:tcPr>
          <w:p w14:paraId="61CD1A1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46DD68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12B9B36" w14:textId="77777777" w:rsidR="002605EC" w:rsidRPr="00B87DEF" w:rsidRDefault="002605EC" w:rsidP="002605E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10EE42C8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1F84B62B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  <w:u w:val="single"/>
        </w:rPr>
      </w:pPr>
      <w:r w:rsidRPr="00B87DEF">
        <w:rPr>
          <w:rFonts w:asciiTheme="minorHAnsi" w:hAnsiTheme="minorHAnsi" w:cstheme="minorHAnsi"/>
          <w:b/>
          <w:u w:val="single"/>
        </w:rPr>
        <w:t>Further Actions</w:t>
      </w:r>
    </w:p>
    <w:p w14:paraId="414D5C59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(Please detail any actions for the risk assessment here)</w:t>
      </w:r>
    </w:p>
    <w:p w14:paraId="4FDC9C2C" w14:textId="77777777" w:rsidR="002605EC" w:rsidRPr="00B87DEF" w:rsidRDefault="002605EC" w:rsidP="002605EC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4287"/>
        <w:gridCol w:w="2345"/>
        <w:gridCol w:w="1935"/>
        <w:gridCol w:w="4241"/>
      </w:tblGrid>
      <w:tr w:rsidR="002605EC" w:rsidRPr="00B87DEF" w14:paraId="1D3A9105" w14:textId="77777777" w:rsidTr="00D86014">
        <w:tc>
          <w:tcPr>
            <w:tcW w:w="2088" w:type="dxa"/>
            <w:shd w:val="clear" w:color="auto" w:fill="E0E0E0"/>
          </w:tcPr>
          <w:p w14:paraId="5D6015A8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87DEF">
              <w:rPr>
                <w:rFonts w:asciiTheme="minorHAnsi" w:hAnsiTheme="minorHAnsi" w:cstheme="minorHAnsi"/>
                <w:b/>
                <w:bCs/>
              </w:rPr>
              <w:t>Issue</w:t>
            </w:r>
          </w:p>
          <w:p w14:paraId="4A2BA76C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28" w:type="dxa"/>
            <w:shd w:val="clear" w:color="auto" w:fill="E0E0E0"/>
          </w:tcPr>
          <w:p w14:paraId="07C2A877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Further action</w:t>
            </w:r>
          </w:p>
        </w:tc>
        <w:tc>
          <w:tcPr>
            <w:tcW w:w="2410" w:type="dxa"/>
            <w:shd w:val="clear" w:color="auto" w:fill="E0E0E0"/>
          </w:tcPr>
          <w:p w14:paraId="51C5829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who?</w:t>
            </w:r>
          </w:p>
        </w:tc>
        <w:tc>
          <w:tcPr>
            <w:tcW w:w="1982" w:type="dxa"/>
            <w:shd w:val="clear" w:color="auto" w:fill="E0E0E0"/>
          </w:tcPr>
          <w:p w14:paraId="2130D9BE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Action by when?</w:t>
            </w:r>
          </w:p>
        </w:tc>
        <w:tc>
          <w:tcPr>
            <w:tcW w:w="4368" w:type="dxa"/>
            <w:shd w:val="clear" w:color="auto" w:fill="E0E0E0"/>
          </w:tcPr>
          <w:p w14:paraId="6A1E088A" w14:textId="77777777" w:rsidR="002605EC" w:rsidRPr="00B87DEF" w:rsidRDefault="002605EC" w:rsidP="00D86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7DEF">
              <w:rPr>
                <w:rFonts w:asciiTheme="minorHAnsi" w:hAnsiTheme="minorHAnsi" w:cstheme="minorHAnsi"/>
                <w:b/>
              </w:rPr>
              <w:t>Completed</w:t>
            </w:r>
          </w:p>
        </w:tc>
      </w:tr>
      <w:tr w:rsidR="002605EC" w:rsidRPr="00B87DEF" w14:paraId="010BC5AA" w14:textId="77777777" w:rsidTr="00D86014">
        <w:tc>
          <w:tcPr>
            <w:tcW w:w="2088" w:type="dxa"/>
          </w:tcPr>
          <w:p w14:paraId="6ADA1C18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4C74B62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47D1D0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3ECFA974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FA4900C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2736EC16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59352B3F" w14:textId="77777777" w:rsidTr="00D86014">
        <w:tc>
          <w:tcPr>
            <w:tcW w:w="2088" w:type="dxa"/>
          </w:tcPr>
          <w:p w14:paraId="3BAAAAAE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1D62973A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6A504BFB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14:paraId="257FDA11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34DD77A6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2F43DAFF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7CD6E140" w14:textId="77777777" w:rsidTr="00D86014">
        <w:tc>
          <w:tcPr>
            <w:tcW w:w="2088" w:type="dxa"/>
          </w:tcPr>
          <w:p w14:paraId="67C8FC1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  <w:p w14:paraId="247B968F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28" w:type="dxa"/>
          </w:tcPr>
          <w:p w14:paraId="344BB920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809DDE9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2" w:type="dxa"/>
          </w:tcPr>
          <w:p w14:paraId="0D9312F5" w14:textId="77777777" w:rsidR="002605EC" w:rsidRPr="00B87DEF" w:rsidRDefault="002605EC" w:rsidP="00D8601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8" w:type="dxa"/>
          </w:tcPr>
          <w:p w14:paraId="5E4AF647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  <w:tr w:rsidR="002605EC" w:rsidRPr="00B87DEF" w14:paraId="6E551BD5" w14:textId="77777777" w:rsidTr="00D86014">
        <w:tc>
          <w:tcPr>
            <w:tcW w:w="2088" w:type="dxa"/>
          </w:tcPr>
          <w:p w14:paraId="5A8C3DD3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  <w:p w14:paraId="512C9EF1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</w:tcPr>
          <w:p w14:paraId="37DA74D8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2C14E8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</w:tcPr>
          <w:p w14:paraId="5CEE2C2A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38213E05" w14:textId="77777777" w:rsidR="002605EC" w:rsidRPr="00B87DEF" w:rsidRDefault="002605EC" w:rsidP="00D86014">
            <w:pPr>
              <w:rPr>
                <w:rFonts w:asciiTheme="minorHAnsi" w:hAnsiTheme="minorHAnsi" w:cstheme="minorHAnsi"/>
              </w:rPr>
            </w:pPr>
          </w:p>
        </w:tc>
      </w:tr>
    </w:tbl>
    <w:p w14:paraId="5219A84C" w14:textId="77777777" w:rsidR="002605EC" w:rsidRPr="00B87DEF" w:rsidRDefault="002605EC" w:rsidP="002605EC">
      <w:pPr>
        <w:jc w:val="center"/>
        <w:rPr>
          <w:rFonts w:asciiTheme="minorHAnsi" w:hAnsiTheme="minorHAnsi" w:cstheme="minorHAnsi"/>
          <w:b/>
        </w:rPr>
      </w:pPr>
    </w:p>
    <w:p w14:paraId="3D5A576F" w14:textId="5D79C762" w:rsidR="002605EC" w:rsidRDefault="002605EC" w:rsidP="002605EC">
      <w:pPr>
        <w:jc w:val="center"/>
        <w:rPr>
          <w:rFonts w:asciiTheme="minorHAnsi" w:hAnsiTheme="minorHAnsi" w:cstheme="minorHAnsi"/>
          <w:b/>
        </w:rPr>
      </w:pPr>
      <w:r w:rsidRPr="00B87DEF">
        <w:rPr>
          <w:rFonts w:asciiTheme="minorHAnsi" w:hAnsiTheme="minorHAnsi" w:cstheme="minorHAnsi"/>
          <w:b/>
        </w:rPr>
        <w:t>All actions to be followed up are marked in bold in the body of the risk assessment above.</w:t>
      </w:r>
    </w:p>
    <w:p w14:paraId="23E2DF9B" w14:textId="51A91174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5E0F684E" w14:textId="10215806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6A3A8FEE" w14:textId="63B08EAD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075E6E4C" w14:textId="4CBA1F38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1B4C775F" w14:textId="5F8C2AB0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1F4E7E1A" w14:textId="21486EF5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72D579BA" w14:textId="02ABD4C7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150E81AE" w14:textId="6891AA35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373B945D" w14:textId="03B776DA" w:rsidR="00C34E3E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282A8E26" w14:textId="77777777" w:rsidR="00C34E3E" w:rsidRPr="00BC08C0" w:rsidRDefault="00C34E3E" w:rsidP="00C34E3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08C0">
        <w:rPr>
          <w:rFonts w:asciiTheme="minorHAnsi" w:hAnsiTheme="minorHAnsi" w:cstheme="minorHAnsi"/>
          <w:b/>
          <w:bCs/>
          <w:sz w:val="22"/>
          <w:szCs w:val="22"/>
        </w:rPr>
        <w:t>Confirmation of Risk Assessment &amp; Method Statement Briefing</w:t>
      </w:r>
    </w:p>
    <w:p w14:paraId="039C1E93" w14:textId="77777777" w:rsidR="00C34E3E" w:rsidRPr="00BC08C0" w:rsidRDefault="00C34E3E" w:rsidP="00C34E3E">
      <w:pPr>
        <w:rPr>
          <w:rFonts w:asciiTheme="minorHAnsi" w:hAnsiTheme="minorHAnsi" w:cstheme="minorHAnsi"/>
        </w:rPr>
      </w:pPr>
      <w:r w:rsidRPr="00BC08C0">
        <w:rPr>
          <w:rFonts w:asciiTheme="minorHAnsi" w:hAnsiTheme="minorHAnsi" w:cstheme="minorHAnsi"/>
        </w:rPr>
        <w:t xml:space="preserve"> </w:t>
      </w:r>
    </w:p>
    <w:p w14:paraId="174DADEB" w14:textId="77777777" w:rsidR="00C34E3E" w:rsidRPr="00BC08C0" w:rsidRDefault="00C34E3E" w:rsidP="00FD48E3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Before</w:t>
      </w:r>
      <w:r w:rsidRPr="00BC08C0">
        <w:rPr>
          <w:rFonts w:asciiTheme="minorHAnsi" w:hAnsiTheme="minorHAnsi" w:cstheme="minorHAnsi"/>
          <w:b/>
          <w:bCs/>
        </w:rPr>
        <w:t xml:space="preserve"> commencing the activities covered in this safe system of work document all </w:t>
      </w:r>
      <w:r>
        <w:rPr>
          <w:rFonts w:asciiTheme="minorHAnsi" w:hAnsiTheme="minorHAnsi" w:cstheme="minorHAnsi"/>
          <w:b/>
          <w:bCs/>
        </w:rPr>
        <w:t>staff</w:t>
      </w:r>
      <w:r w:rsidRPr="00BC08C0">
        <w:rPr>
          <w:rFonts w:asciiTheme="minorHAnsi" w:hAnsiTheme="minorHAnsi" w:cstheme="minorHAnsi"/>
          <w:b/>
          <w:bCs/>
        </w:rPr>
        <w:t xml:space="preserve"> are to sign below to confirm that a clear briefing explaining the job has been given and is </w:t>
      </w:r>
      <w:bookmarkStart w:id="0" w:name="_GoBack"/>
      <w:bookmarkEnd w:id="0"/>
      <w:r w:rsidRPr="00BC08C0">
        <w:rPr>
          <w:rFonts w:asciiTheme="minorHAnsi" w:hAnsiTheme="minorHAnsi" w:cstheme="minorHAnsi"/>
          <w:b/>
          <w:bCs/>
        </w:rPr>
        <w:t>understood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9"/>
        <w:gridCol w:w="3710"/>
        <w:gridCol w:w="3710"/>
        <w:gridCol w:w="3710"/>
      </w:tblGrid>
      <w:tr w:rsidR="00C34E3E" w14:paraId="0E1E2919" w14:textId="77777777" w:rsidTr="00405685">
        <w:tc>
          <w:tcPr>
            <w:tcW w:w="3709" w:type="dxa"/>
          </w:tcPr>
          <w:p w14:paraId="1A15D2E9" w14:textId="77777777" w:rsidR="00C34E3E" w:rsidRDefault="00C34E3E" w:rsidP="0040568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5248F382" w14:textId="77777777" w:rsidR="00C34E3E" w:rsidRPr="00BC08C0" w:rsidRDefault="00C34E3E" w:rsidP="0040568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10" w:type="dxa"/>
          </w:tcPr>
          <w:p w14:paraId="53B2AB46" w14:textId="77777777" w:rsidR="00C34E3E" w:rsidRPr="00BC08C0" w:rsidRDefault="00C34E3E" w:rsidP="0040568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710" w:type="dxa"/>
          </w:tcPr>
          <w:p w14:paraId="08618F99" w14:textId="77777777" w:rsidR="00C34E3E" w:rsidRPr="00BC08C0" w:rsidRDefault="00C34E3E" w:rsidP="0040568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710" w:type="dxa"/>
          </w:tcPr>
          <w:p w14:paraId="21CE9B07" w14:textId="77777777" w:rsidR="00C34E3E" w:rsidRPr="00BC08C0" w:rsidRDefault="00C34E3E" w:rsidP="0040568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08C0"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C34E3E" w14:paraId="12C4C57D" w14:textId="77777777" w:rsidTr="00405685">
        <w:tc>
          <w:tcPr>
            <w:tcW w:w="3709" w:type="dxa"/>
          </w:tcPr>
          <w:p w14:paraId="361B577C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1F7FAC0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15B7543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CAE5931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7A07C13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E3E" w14:paraId="220596B4" w14:textId="77777777" w:rsidTr="00405685">
        <w:tc>
          <w:tcPr>
            <w:tcW w:w="3709" w:type="dxa"/>
          </w:tcPr>
          <w:p w14:paraId="21D9050F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DA3D037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0779790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6FE3106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0AB987C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E3E" w14:paraId="5465A30D" w14:textId="77777777" w:rsidTr="00405685">
        <w:tc>
          <w:tcPr>
            <w:tcW w:w="3709" w:type="dxa"/>
          </w:tcPr>
          <w:p w14:paraId="4B734012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F6DD3B9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53602A3C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B412B52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E27B55D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E3E" w14:paraId="74528734" w14:textId="77777777" w:rsidTr="00405685">
        <w:tc>
          <w:tcPr>
            <w:tcW w:w="3709" w:type="dxa"/>
          </w:tcPr>
          <w:p w14:paraId="5A2D03B6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BF43CBB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3CA7CB8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7A1F6DD1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2C4D600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E3E" w14:paraId="201E52A5" w14:textId="77777777" w:rsidTr="00405685">
        <w:tc>
          <w:tcPr>
            <w:tcW w:w="3709" w:type="dxa"/>
          </w:tcPr>
          <w:p w14:paraId="1D19C17D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020ABF6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00719DCA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1BF0250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7C87431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E3E" w14:paraId="67577F07" w14:textId="77777777" w:rsidTr="00405685">
        <w:tc>
          <w:tcPr>
            <w:tcW w:w="3709" w:type="dxa"/>
          </w:tcPr>
          <w:p w14:paraId="46554B6C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13B5303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BEC7FB1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AEB8ED4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69D339A6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34E3E" w14:paraId="7513139A" w14:textId="77777777" w:rsidTr="00405685">
        <w:tc>
          <w:tcPr>
            <w:tcW w:w="3709" w:type="dxa"/>
          </w:tcPr>
          <w:p w14:paraId="22B114B3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E73D2BE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3C68BA4F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18C04922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10" w:type="dxa"/>
          </w:tcPr>
          <w:p w14:paraId="23C26E6D" w14:textId="77777777" w:rsidR="00C34E3E" w:rsidRDefault="00C34E3E" w:rsidP="0040568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0572C1D" w14:textId="77777777" w:rsidR="00C34E3E" w:rsidRPr="00B87DEF" w:rsidRDefault="00C34E3E" w:rsidP="002605EC">
      <w:pPr>
        <w:jc w:val="center"/>
        <w:rPr>
          <w:rFonts w:asciiTheme="minorHAnsi" w:hAnsiTheme="minorHAnsi" w:cstheme="minorHAnsi"/>
          <w:b/>
        </w:rPr>
      </w:pPr>
    </w:p>
    <w:p w14:paraId="4DD8FF69" w14:textId="77777777" w:rsidR="002605EC" w:rsidRPr="00B87DEF" w:rsidRDefault="002605EC" w:rsidP="002605EC">
      <w:pPr>
        <w:rPr>
          <w:rFonts w:asciiTheme="minorHAnsi" w:hAnsiTheme="minorHAnsi" w:cstheme="minorHAnsi"/>
        </w:rPr>
      </w:pPr>
    </w:p>
    <w:p w14:paraId="18CB40EE" w14:textId="77777777" w:rsidR="002605EC" w:rsidRPr="00B87DEF" w:rsidRDefault="002605EC" w:rsidP="00BF02FC">
      <w:pPr>
        <w:rPr>
          <w:rFonts w:asciiTheme="minorHAnsi" w:hAnsiTheme="minorHAnsi" w:cstheme="minorHAnsi"/>
          <w:b/>
          <w:bCs/>
        </w:rPr>
      </w:pPr>
    </w:p>
    <w:sectPr w:rsidR="002605EC" w:rsidRPr="00B87DEF" w:rsidSect="003021DE">
      <w:headerReference w:type="default" r:id="rId27"/>
      <w:footerReference w:type="default" r:id="rId28"/>
      <w:pgSz w:w="16834" w:h="11909" w:orient="landscape" w:code="9"/>
      <w:pgMar w:top="720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D1F7A" w14:textId="77777777" w:rsidR="002E55A5" w:rsidRDefault="002E55A5">
      <w:r>
        <w:separator/>
      </w:r>
    </w:p>
  </w:endnote>
  <w:endnote w:type="continuationSeparator" w:id="0">
    <w:p w14:paraId="08E9B53A" w14:textId="77777777" w:rsidR="002E55A5" w:rsidRDefault="002E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BDF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F6CB3" w14:textId="2EE9C04F" w:rsidR="00BE4900" w:rsidRPr="00C250B0" w:rsidRDefault="00BE4900" w:rsidP="00774127">
    <w:pPr>
      <w:pStyle w:val="Footer"/>
      <w:rPr>
        <w:rFonts w:asciiTheme="minorHAnsi" w:hAnsiTheme="minorHAnsi" w:cstheme="minorHAnsi"/>
        <w:sz w:val="16"/>
        <w:szCs w:val="16"/>
      </w:rPr>
    </w:pPr>
    <w:r w:rsidRPr="00C250B0">
      <w:rPr>
        <w:rStyle w:val="headerChar0"/>
        <w:rFonts w:asciiTheme="minorHAnsi" w:hAnsiTheme="minorHAnsi" w:cstheme="minorHAnsi"/>
        <w:b/>
        <w:sz w:val="16"/>
        <w:szCs w:val="16"/>
      </w:rPr>
      <w:t xml:space="preserve">RA </w:t>
    </w:r>
    <w:r w:rsidR="00070900">
      <w:rPr>
        <w:rStyle w:val="headerChar0"/>
        <w:rFonts w:asciiTheme="minorHAnsi" w:hAnsiTheme="minorHAnsi" w:cstheme="minorHAnsi"/>
        <w:b/>
        <w:sz w:val="16"/>
        <w:szCs w:val="16"/>
      </w:rPr>
      <w:t>000</w:t>
    </w:r>
    <w:r w:rsidR="00763CE1">
      <w:rPr>
        <w:rStyle w:val="headerChar0"/>
        <w:rFonts w:asciiTheme="minorHAnsi" w:hAnsiTheme="minorHAnsi" w:cstheme="minorHAnsi"/>
        <w:b/>
        <w:sz w:val="16"/>
        <w:szCs w:val="16"/>
      </w:rPr>
      <w:t xml:space="preserve"> </w:t>
    </w:r>
    <w:r w:rsidR="00070900">
      <w:rPr>
        <w:rStyle w:val="headerChar0"/>
        <w:rFonts w:asciiTheme="minorHAnsi" w:hAnsiTheme="minorHAnsi" w:cstheme="minorHAnsi"/>
        <w:b/>
        <w:sz w:val="16"/>
        <w:szCs w:val="16"/>
      </w:rPr>
      <w:t>-----------------------------</w:t>
    </w:r>
    <w:r w:rsidR="004826B4">
      <w:rPr>
        <w:rStyle w:val="headerChar0"/>
        <w:rFonts w:asciiTheme="minorHAnsi" w:hAnsiTheme="minorHAnsi" w:cstheme="minorHAnsi"/>
        <w:b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  <w:t xml:space="preserve">Reviewed </w:t>
    </w:r>
    <w:r w:rsidRPr="00C250B0">
      <w:rPr>
        <w:rFonts w:asciiTheme="minorHAnsi" w:hAnsiTheme="minorHAnsi" w:cstheme="minorHAnsi"/>
        <w:sz w:val="16"/>
        <w:szCs w:val="16"/>
      </w:rPr>
      <w:t>By</w:t>
    </w:r>
    <w:r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C250B0">
      <w:rPr>
        <w:rFonts w:asciiTheme="minorHAnsi" w:hAnsiTheme="minorHAnsi" w:cstheme="minorHAnsi"/>
        <w:sz w:val="16"/>
        <w:szCs w:val="16"/>
      </w:rPr>
      <w:t xml:space="preserve">Page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PAGE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070900">
      <w:rPr>
        <w:rFonts w:asciiTheme="minorHAnsi" w:hAnsiTheme="minorHAnsi" w:cstheme="minorHAnsi"/>
        <w:b/>
        <w:noProof/>
        <w:sz w:val="16"/>
        <w:szCs w:val="16"/>
      </w:rPr>
      <w:t>1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  <w:r w:rsidRPr="00C250B0">
      <w:rPr>
        <w:rFonts w:asciiTheme="minorHAnsi" w:hAnsiTheme="minorHAnsi" w:cstheme="minorHAnsi"/>
        <w:sz w:val="16"/>
        <w:szCs w:val="16"/>
      </w:rPr>
      <w:t xml:space="preserve"> of </w:t>
    </w:r>
    <w:r w:rsidRPr="00C250B0">
      <w:rPr>
        <w:rFonts w:asciiTheme="minorHAnsi" w:hAnsiTheme="minorHAnsi" w:cstheme="minorHAnsi"/>
        <w:b/>
        <w:sz w:val="16"/>
        <w:szCs w:val="16"/>
      </w:rPr>
      <w:fldChar w:fldCharType="begin"/>
    </w:r>
    <w:r w:rsidRPr="00C250B0">
      <w:rPr>
        <w:rFonts w:asciiTheme="minorHAnsi" w:hAnsiTheme="minorHAnsi" w:cstheme="minorHAnsi"/>
        <w:b/>
        <w:sz w:val="16"/>
        <w:szCs w:val="16"/>
      </w:rPr>
      <w:instrText xml:space="preserve"> NUMPAGES  </w:instrText>
    </w:r>
    <w:r w:rsidRPr="00C250B0">
      <w:rPr>
        <w:rFonts w:asciiTheme="minorHAnsi" w:hAnsiTheme="minorHAnsi" w:cstheme="minorHAnsi"/>
        <w:b/>
        <w:sz w:val="16"/>
        <w:szCs w:val="16"/>
      </w:rPr>
      <w:fldChar w:fldCharType="separate"/>
    </w:r>
    <w:r w:rsidR="00070900">
      <w:rPr>
        <w:rFonts w:asciiTheme="minorHAnsi" w:hAnsiTheme="minorHAnsi" w:cstheme="minorHAnsi"/>
        <w:b/>
        <w:noProof/>
        <w:sz w:val="16"/>
        <w:szCs w:val="16"/>
      </w:rPr>
      <w:t>4</w:t>
    </w:r>
    <w:r w:rsidRPr="00C250B0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01C2A" w14:textId="77777777" w:rsidR="002E55A5" w:rsidRDefault="002E55A5">
      <w:r>
        <w:separator/>
      </w:r>
    </w:p>
  </w:footnote>
  <w:footnote w:type="continuationSeparator" w:id="0">
    <w:p w14:paraId="5219EE6C" w14:textId="77777777" w:rsidR="002E55A5" w:rsidRDefault="002E5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60D8B" w14:textId="61484617" w:rsidR="00BE4900" w:rsidRPr="00B56678" w:rsidRDefault="00BE4900" w:rsidP="006C1BBB">
    <w:pPr>
      <w:pStyle w:val="Header1"/>
      <w:jc w:val="right"/>
    </w:pPr>
    <w:r>
      <w:t xml:space="preserve">     </w:t>
    </w:r>
  </w:p>
  <w:p w14:paraId="73A27AF7" w14:textId="77777777" w:rsidR="00BE4900" w:rsidRDefault="00BE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2255"/>
    <w:multiLevelType w:val="hybridMultilevel"/>
    <w:tmpl w:val="960CCE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65DA2"/>
    <w:multiLevelType w:val="hybridMultilevel"/>
    <w:tmpl w:val="C602C0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7A25FE"/>
    <w:multiLevelType w:val="hybridMultilevel"/>
    <w:tmpl w:val="7CCAC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427E47"/>
    <w:multiLevelType w:val="hybridMultilevel"/>
    <w:tmpl w:val="657849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772A51"/>
    <w:multiLevelType w:val="hybridMultilevel"/>
    <w:tmpl w:val="4490D5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0C"/>
    <w:rsid w:val="000238EA"/>
    <w:rsid w:val="00024E69"/>
    <w:rsid w:val="00034172"/>
    <w:rsid w:val="0004157D"/>
    <w:rsid w:val="00070900"/>
    <w:rsid w:val="00070BCE"/>
    <w:rsid w:val="00082EB2"/>
    <w:rsid w:val="00087684"/>
    <w:rsid w:val="00096247"/>
    <w:rsid w:val="000B5AAE"/>
    <w:rsid w:val="000C5559"/>
    <w:rsid w:val="000D34CA"/>
    <w:rsid w:val="000E1D3D"/>
    <w:rsid w:val="000F0CEE"/>
    <w:rsid w:val="000F2A0C"/>
    <w:rsid w:val="00180839"/>
    <w:rsid w:val="0018127C"/>
    <w:rsid w:val="001900B8"/>
    <w:rsid w:val="00193F7D"/>
    <w:rsid w:val="001B39C8"/>
    <w:rsid w:val="001B74F1"/>
    <w:rsid w:val="001C3D81"/>
    <w:rsid w:val="001C4FD2"/>
    <w:rsid w:val="001D490A"/>
    <w:rsid w:val="001D53AA"/>
    <w:rsid w:val="001E5F5E"/>
    <w:rsid w:val="001F4612"/>
    <w:rsid w:val="00200381"/>
    <w:rsid w:val="002330F7"/>
    <w:rsid w:val="0024245F"/>
    <w:rsid w:val="002511B0"/>
    <w:rsid w:val="00257CEC"/>
    <w:rsid w:val="002605EC"/>
    <w:rsid w:val="00277E03"/>
    <w:rsid w:val="002852E3"/>
    <w:rsid w:val="002A26F9"/>
    <w:rsid w:val="002B41EE"/>
    <w:rsid w:val="002D228D"/>
    <w:rsid w:val="002D3336"/>
    <w:rsid w:val="002E2609"/>
    <w:rsid w:val="002E4E40"/>
    <w:rsid w:val="002E55A5"/>
    <w:rsid w:val="003021DE"/>
    <w:rsid w:val="00306137"/>
    <w:rsid w:val="00307A0C"/>
    <w:rsid w:val="003255AA"/>
    <w:rsid w:val="00352BB7"/>
    <w:rsid w:val="00357480"/>
    <w:rsid w:val="00357AD0"/>
    <w:rsid w:val="003831EA"/>
    <w:rsid w:val="00390844"/>
    <w:rsid w:val="003A2003"/>
    <w:rsid w:val="003A6386"/>
    <w:rsid w:val="003C03E8"/>
    <w:rsid w:val="003C5C31"/>
    <w:rsid w:val="003D2285"/>
    <w:rsid w:val="003E1E22"/>
    <w:rsid w:val="003F208E"/>
    <w:rsid w:val="0040636F"/>
    <w:rsid w:val="004168A0"/>
    <w:rsid w:val="004227F2"/>
    <w:rsid w:val="00427B92"/>
    <w:rsid w:val="0046799E"/>
    <w:rsid w:val="00476908"/>
    <w:rsid w:val="004826B4"/>
    <w:rsid w:val="0048634E"/>
    <w:rsid w:val="004943FA"/>
    <w:rsid w:val="004A1D33"/>
    <w:rsid w:val="004B029F"/>
    <w:rsid w:val="004B64E0"/>
    <w:rsid w:val="004B66ED"/>
    <w:rsid w:val="004D0E41"/>
    <w:rsid w:val="004D3E0C"/>
    <w:rsid w:val="004F11BA"/>
    <w:rsid w:val="005026B6"/>
    <w:rsid w:val="005034DA"/>
    <w:rsid w:val="005240BD"/>
    <w:rsid w:val="00524320"/>
    <w:rsid w:val="0052553E"/>
    <w:rsid w:val="00525FDA"/>
    <w:rsid w:val="005418CD"/>
    <w:rsid w:val="00552A9D"/>
    <w:rsid w:val="00563F38"/>
    <w:rsid w:val="00576979"/>
    <w:rsid w:val="0059074B"/>
    <w:rsid w:val="00593E1B"/>
    <w:rsid w:val="005B1D21"/>
    <w:rsid w:val="005B25C0"/>
    <w:rsid w:val="005C7302"/>
    <w:rsid w:val="005C737F"/>
    <w:rsid w:val="005D0FBE"/>
    <w:rsid w:val="005D2870"/>
    <w:rsid w:val="005E26B4"/>
    <w:rsid w:val="005F1D65"/>
    <w:rsid w:val="005F72C8"/>
    <w:rsid w:val="00611D13"/>
    <w:rsid w:val="00625D8E"/>
    <w:rsid w:val="00632DD1"/>
    <w:rsid w:val="0063574E"/>
    <w:rsid w:val="00636B05"/>
    <w:rsid w:val="00642896"/>
    <w:rsid w:val="00645F92"/>
    <w:rsid w:val="00697BE0"/>
    <w:rsid w:val="006A1EFB"/>
    <w:rsid w:val="006B3367"/>
    <w:rsid w:val="006C1BBB"/>
    <w:rsid w:val="006C436A"/>
    <w:rsid w:val="00722C45"/>
    <w:rsid w:val="00736668"/>
    <w:rsid w:val="00745448"/>
    <w:rsid w:val="0075578E"/>
    <w:rsid w:val="00763CE1"/>
    <w:rsid w:val="00774127"/>
    <w:rsid w:val="007770CC"/>
    <w:rsid w:val="007938C2"/>
    <w:rsid w:val="007A47CC"/>
    <w:rsid w:val="007B32A3"/>
    <w:rsid w:val="007E1D98"/>
    <w:rsid w:val="007E5C4E"/>
    <w:rsid w:val="007F3D03"/>
    <w:rsid w:val="007F77F6"/>
    <w:rsid w:val="00813101"/>
    <w:rsid w:val="008215B7"/>
    <w:rsid w:val="00822620"/>
    <w:rsid w:val="008277A6"/>
    <w:rsid w:val="0083568E"/>
    <w:rsid w:val="00840734"/>
    <w:rsid w:val="008721C9"/>
    <w:rsid w:val="0088689F"/>
    <w:rsid w:val="008A4ACE"/>
    <w:rsid w:val="008B0388"/>
    <w:rsid w:val="008D27F5"/>
    <w:rsid w:val="008D6585"/>
    <w:rsid w:val="008F1E79"/>
    <w:rsid w:val="008F53FB"/>
    <w:rsid w:val="008F760F"/>
    <w:rsid w:val="00901D5C"/>
    <w:rsid w:val="009163E5"/>
    <w:rsid w:val="0091782C"/>
    <w:rsid w:val="009203BB"/>
    <w:rsid w:val="00931A98"/>
    <w:rsid w:val="00944188"/>
    <w:rsid w:val="009643DA"/>
    <w:rsid w:val="00980D07"/>
    <w:rsid w:val="009957A5"/>
    <w:rsid w:val="009A14C4"/>
    <w:rsid w:val="009A1CD4"/>
    <w:rsid w:val="009A4000"/>
    <w:rsid w:val="009B64D1"/>
    <w:rsid w:val="009D0832"/>
    <w:rsid w:val="00A02DA2"/>
    <w:rsid w:val="00A05AFB"/>
    <w:rsid w:val="00A10B6D"/>
    <w:rsid w:val="00A21C7A"/>
    <w:rsid w:val="00A238F7"/>
    <w:rsid w:val="00A24C13"/>
    <w:rsid w:val="00A4130F"/>
    <w:rsid w:val="00A44C9A"/>
    <w:rsid w:val="00A5515F"/>
    <w:rsid w:val="00A60492"/>
    <w:rsid w:val="00A873B4"/>
    <w:rsid w:val="00AA33B6"/>
    <w:rsid w:val="00AB19EA"/>
    <w:rsid w:val="00AE4C92"/>
    <w:rsid w:val="00B070AE"/>
    <w:rsid w:val="00B247AE"/>
    <w:rsid w:val="00B33001"/>
    <w:rsid w:val="00B33395"/>
    <w:rsid w:val="00B41EC3"/>
    <w:rsid w:val="00B4302B"/>
    <w:rsid w:val="00B469EB"/>
    <w:rsid w:val="00B526FC"/>
    <w:rsid w:val="00B52814"/>
    <w:rsid w:val="00B87DEF"/>
    <w:rsid w:val="00BB59B5"/>
    <w:rsid w:val="00BD0BF9"/>
    <w:rsid w:val="00BE4900"/>
    <w:rsid w:val="00BF02FC"/>
    <w:rsid w:val="00C153A8"/>
    <w:rsid w:val="00C167BE"/>
    <w:rsid w:val="00C203A6"/>
    <w:rsid w:val="00C250B0"/>
    <w:rsid w:val="00C26C6F"/>
    <w:rsid w:val="00C315AF"/>
    <w:rsid w:val="00C34346"/>
    <w:rsid w:val="00C34E3E"/>
    <w:rsid w:val="00C37D5A"/>
    <w:rsid w:val="00C423BE"/>
    <w:rsid w:val="00C458C3"/>
    <w:rsid w:val="00C605CB"/>
    <w:rsid w:val="00C7200D"/>
    <w:rsid w:val="00C72D24"/>
    <w:rsid w:val="00C9498E"/>
    <w:rsid w:val="00CA0BD2"/>
    <w:rsid w:val="00CB7DAB"/>
    <w:rsid w:val="00CB7EF2"/>
    <w:rsid w:val="00CC7459"/>
    <w:rsid w:val="00CE6882"/>
    <w:rsid w:val="00D01F6C"/>
    <w:rsid w:val="00D03CAA"/>
    <w:rsid w:val="00D200D4"/>
    <w:rsid w:val="00D23A0E"/>
    <w:rsid w:val="00D52A73"/>
    <w:rsid w:val="00D7021E"/>
    <w:rsid w:val="00D75FB2"/>
    <w:rsid w:val="00D843C4"/>
    <w:rsid w:val="00D84911"/>
    <w:rsid w:val="00D8575A"/>
    <w:rsid w:val="00D86014"/>
    <w:rsid w:val="00DA27D2"/>
    <w:rsid w:val="00DA585F"/>
    <w:rsid w:val="00DB1617"/>
    <w:rsid w:val="00DB7710"/>
    <w:rsid w:val="00DC6D5F"/>
    <w:rsid w:val="00E04850"/>
    <w:rsid w:val="00E12720"/>
    <w:rsid w:val="00E14BEC"/>
    <w:rsid w:val="00E327E7"/>
    <w:rsid w:val="00E51268"/>
    <w:rsid w:val="00E55F3C"/>
    <w:rsid w:val="00E66958"/>
    <w:rsid w:val="00E736CC"/>
    <w:rsid w:val="00E768FB"/>
    <w:rsid w:val="00E80B98"/>
    <w:rsid w:val="00E8269C"/>
    <w:rsid w:val="00E902DF"/>
    <w:rsid w:val="00E94142"/>
    <w:rsid w:val="00E9528A"/>
    <w:rsid w:val="00E97C9B"/>
    <w:rsid w:val="00EA0B57"/>
    <w:rsid w:val="00EA711E"/>
    <w:rsid w:val="00EC3B3D"/>
    <w:rsid w:val="00EC7065"/>
    <w:rsid w:val="00ED01BF"/>
    <w:rsid w:val="00ED61CF"/>
    <w:rsid w:val="00EE2A6F"/>
    <w:rsid w:val="00EE2B9C"/>
    <w:rsid w:val="00EF0741"/>
    <w:rsid w:val="00F00FAF"/>
    <w:rsid w:val="00F056EB"/>
    <w:rsid w:val="00F05A0E"/>
    <w:rsid w:val="00F2117C"/>
    <w:rsid w:val="00F22847"/>
    <w:rsid w:val="00F26784"/>
    <w:rsid w:val="00F33D43"/>
    <w:rsid w:val="00F43A03"/>
    <w:rsid w:val="00F51D95"/>
    <w:rsid w:val="00F619C9"/>
    <w:rsid w:val="00F6669C"/>
    <w:rsid w:val="00F70A9E"/>
    <w:rsid w:val="00F82DC1"/>
    <w:rsid w:val="00F878E6"/>
    <w:rsid w:val="00F96A7B"/>
    <w:rsid w:val="00FB19A6"/>
    <w:rsid w:val="00FC1F50"/>
    <w:rsid w:val="00FC3D9A"/>
    <w:rsid w:val="00FC4FC4"/>
    <w:rsid w:val="00FC55E5"/>
    <w:rsid w:val="00FD48E3"/>
    <w:rsid w:val="00FD54AE"/>
    <w:rsid w:val="00FE0E90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F29843"/>
  <w15:docId w15:val="{821AA550-AC5D-4E3B-B9E6-C263BCB6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(W1)" w:eastAsia="Times New Roman" w:hAnsi="Times New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21E"/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qFormat/>
    <w:rsid w:val="001B74F1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B029F"/>
    <w:pPr>
      <w:keepNext/>
      <w:outlineLvl w:val="1"/>
    </w:pPr>
    <w:rPr>
      <w:rFonts w:ascii="Verdana" w:hAnsi="Verdana"/>
      <w:b/>
      <w:bCs/>
      <w:sz w:val="22"/>
    </w:rPr>
  </w:style>
  <w:style w:type="paragraph" w:styleId="Heading3">
    <w:name w:val="heading 3"/>
    <w:basedOn w:val="Normal"/>
    <w:next w:val="Normal"/>
    <w:qFormat/>
    <w:rsid w:val="001B74F1"/>
    <w:pPr>
      <w:keepNext/>
      <w:outlineLvl w:val="2"/>
    </w:pPr>
    <w:rPr>
      <w:bCs/>
      <w:sz w:val="24"/>
    </w:rPr>
  </w:style>
  <w:style w:type="paragraph" w:styleId="Heading4">
    <w:name w:val="heading 4"/>
    <w:basedOn w:val="Normal"/>
    <w:next w:val="Normal"/>
    <w:qFormat/>
    <w:rsid w:val="001B74F1"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4F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74F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74F1"/>
  </w:style>
  <w:style w:type="paragraph" w:styleId="Title">
    <w:name w:val="Title"/>
    <w:basedOn w:val="Normal"/>
    <w:qFormat/>
    <w:rsid w:val="001B74F1"/>
    <w:pPr>
      <w:jc w:val="center"/>
    </w:pPr>
    <w:rPr>
      <w:sz w:val="52"/>
    </w:rPr>
  </w:style>
  <w:style w:type="character" w:styleId="CommentReference">
    <w:name w:val="annotation reference"/>
    <w:semiHidden/>
    <w:rsid w:val="001B74F1"/>
    <w:rPr>
      <w:sz w:val="16"/>
      <w:szCs w:val="16"/>
    </w:rPr>
  </w:style>
  <w:style w:type="paragraph" w:styleId="CommentText">
    <w:name w:val="annotation text"/>
    <w:basedOn w:val="Normal"/>
    <w:semiHidden/>
    <w:rsid w:val="001B74F1"/>
  </w:style>
  <w:style w:type="table" w:styleId="TableGrid">
    <w:name w:val="Table Grid"/>
    <w:basedOn w:val="TableNormal"/>
    <w:uiPriority w:val="39"/>
    <w:rsid w:val="007E5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74127"/>
    <w:rPr>
      <w:rFonts w:ascii="Times New Roman" w:hAnsi="Times New Roman"/>
      <w:lang w:val="en-GB"/>
    </w:rPr>
  </w:style>
  <w:style w:type="paragraph" w:customStyle="1" w:styleId="Header1">
    <w:name w:val="Header1"/>
    <w:basedOn w:val="Normal"/>
    <w:link w:val="headerChar0"/>
    <w:qFormat/>
    <w:rsid w:val="001B39C8"/>
    <w:rPr>
      <w:rFonts w:ascii="Verdana" w:hAnsi="Verdana"/>
      <w:sz w:val="18"/>
      <w:szCs w:val="22"/>
    </w:rPr>
  </w:style>
  <w:style w:type="paragraph" w:styleId="ListParagraph">
    <w:name w:val="List Paragraph"/>
    <w:basedOn w:val="Normal"/>
    <w:uiPriority w:val="34"/>
    <w:qFormat/>
    <w:rsid w:val="002B41EE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eaderChar0">
    <w:name w:val="header Char"/>
    <w:link w:val="Header1"/>
    <w:rsid w:val="001B39C8"/>
    <w:rPr>
      <w:rFonts w:ascii="Verdana" w:hAnsi="Verdana" w:cs="Arial"/>
      <w:sz w:val="18"/>
      <w:szCs w:val="22"/>
      <w:lang w:eastAsia="en-US"/>
    </w:rPr>
  </w:style>
  <w:style w:type="paragraph" w:styleId="BalloonText">
    <w:name w:val="Balloon Text"/>
    <w:basedOn w:val="Normal"/>
    <w:link w:val="BalloonTextChar"/>
    <w:rsid w:val="00F22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47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DA27D2"/>
    <w:rPr>
      <w:rFonts w:ascii="Times New Roman" w:hAnsi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2605EC"/>
    <w:rPr>
      <w:rFonts w:ascii="Times New Roman" w:hAnsi="Times New Roman"/>
      <w:lang w:eastAsia="en-US"/>
    </w:rPr>
  </w:style>
  <w:style w:type="paragraph" w:customStyle="1" w:styleId="Default">
    <w:name w:val="Default"/>
    <w:rsid w:val="00C250B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rsid w:val="0077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F4612"/>
    <w:rPr>
      <w:b/>
      <w:bCs/>
    </w:rPr>
  </w:style>
  <w:style w:type="paragraph" w:customStyle="1" w:styleId="CM14">
    <w:name w:val="CM14"/>
    <w:basedOn w:val="Normal"/>
    <w:next w:val="Normal"/>
    <w:uiPriority w:val="99"/>
    <w:rsid w:val="001E5F5E"/>
    <w:pPr>
      <w:autoSpaceDE w:val="0"/>
      <w:autoSpaceDN w:val="0"/>
      <w:adjustRightInd w:val="0"/>
      <w:spacing w:after="240"/>
    </w:pPr>
    <w:rPr>
      <w:rFonts w:ascii="PEBDF E+ Helvetica" w:eastAsia="Calibri" w:hAnsi="PEBDF E+ Helvetic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5F5E"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D7021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C73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C\Desktop\BESA%20Final%20July%202019\Task%20Risk%20Assessments\RA001%20Air%20Sampling%20for%20Asbest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7013E-7374-41E8-B2A6-515EC47193CA}"/>
</file>

<file path=customXml/itemProps2.xml><?xml version="1.0" encoding="utf-8"?>
<ds:datastoreItem xmlns:ds="http://schemas.openxmlformats.org/officeDocument/2006/customXml" ds:itemID="{8746179C-93D9-44F8-A332-1CA814B93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98624A-7B4B-43E3-B49D-EF57FA07A6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7C47B-EA34-434B-ACAC-EAF2EECC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RA001 Air Sampling for Asbestos</Template>
  <TotalTime>4</TotalTime>
  <Pages>5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Template:</vt:lpstr>
    </vt:vector>
  </TitlesOfParts>
  <Company>l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Template:</dc:title>
  <dc:creator>Rebecca Crosland</dc:creator>
  <cp:lastModifiedBy>Rebecca Crosland</cp:lastModifiedBy>
  <cp:revision>6</cp:revision>
  <cp:lastPrinted>2019-10-08T15:07:00Z</cp:lastPrinted>
  <dcterms:created xsi:type="dcterms:W3CDTF">2019-12-13T10:22:00Z</dcterms:created>
  <dcterms:modified xsi:type="dcterms:W3CDTF">2020-09-07T14:19:00Z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